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14:paraId="110D13FF" w14:textId="77777777">
        <w:tc>
          <w:tcPr>
            <w:tcW w:w="9002" w:type="dxa"/>
            <w:tcBorders>
              <w:top w:val="nil"/>
              <w:left w:val="nil"/>
              <w:bottom w:val="nil"/>
              <w:right w:val="nil"/>
            </w:tcBorders>
            <w:shd w:val="solid" w:color="66CCFF" w:fill="auto"/>
          </w:tcPr>
          <w:p w14:paraId="08C6B798" w14:textId="0DC2C4F7" w:rsidR="00A061B8" w:rsidRPr="008F0715" w:rsidRDefault="00864694" w:rsidP="00831347">
            <w:pPr>
              <w:spacing w:before="120"/>
              <w:jc w:val="center"/>
              <w:rPr>
                <w:rFonts w:ascii="Arial" w:hAnsi="Arial" w:cs="Arial"/>
                <w:b/>
                <w:bCs/>
                <w:sz w:val="28"/>
                <w:szCs w:val="28"/>
              </w:rPr>
            </w:pPr>
            <w:r>
              <w:rPr>
                <w:rFonts w:ascii="Arial" w:hAnsi="Arial" w:cs="Arial"/>
                <w:sz w:val="22"/>
                <w:szCs w:val="22"/>
              </w:rPr>
              <w:t xml:space="preserve">  </w:t>
            </w:r>
            <w:r w:rsidR="00BD57D8">
              <w:rPr>
                <w:rFonts w:ascii="Arial" w:hAnsi="Arial" w:cs="Arial"/>
                <w:b/>
                <w:bCs/>
                <w:sz w:val="28"/>
                <w:szCs w:val="28"/>
              </w:rPr>
              <w:t xml:space="preserve">            </w:t>
            </w:r>
            <w:r w:rsidR="00C226AD">
              <w:rPr>
                <w:rFonts w:ascii="Arial" w:hAnsi="Arial" w:cs="Arial"/>
                <w:b/>
                <w:bCs/>
                <w:sz w:val="28"/>
                <w:szCs w:val="28"/>
              </w:rPr>
              <w:t xml:space="preserve">MARCHES </w:t>
            </w:r>
            <w:r w:rsidR="00D27F48">
              <w:rPr>
                <w:rFonts w:ascii="Arial" w:hAnsi="Arial" w:cs="Arial"/>
                <w:b/>
                <w:bCs/>
                <w:sz w:val="28"/>
                <w:szCs w:val="28"/>
              </w:rPr>
              <w:t>PUBLICS</w:t>
            </w:r>
          </w:p>
          <w:p w14:paraId="4A7DF6D1" w14:textId="77777777" w:rsidR="00A061B8" w:rsidRPr="008F0715" w:rsidRDefault="00BD57D8" w:rsidP="00831347">
            <w:pPr>
              <w:spacing w:before="120"/>
              <w:jc w:val="center"/>
              <w:rPr>
                <w:rFonts w:ascii="Arial" w:hAnsi="Arial" w:cs="Arial"/>
                <w:b/>
                <w:bCs/>
                <w:sz w:val="28"/>
                <w:szCs w:val="28"/>
              </w:rPr>
            </w:pPr>
            <w:r>
              <w:rPr>
                <w:rFonts w:ascii="Arial" w:hAnsi="Arial" w:cs="Arial"/>
                <w:b/>
                <w:bCs/>
                <w:sz w:val="28"/>
                <w:szCs w:val="28"/>
              </w:rPr>
              <w:t xml:space="preserve">              </w:t>
            </w:r>
            <w:r w:rsidR="00A061B8" w:rsidRPr="008F0715">
              <w:rPr>
                <w:rFonts w:ascii="Arial" w:hAnsi="Arial" w:cs="Arial"/>
                <w:b/>
                <w:bCs/>
                <w:sz w:val="28"/>
                <w:szCs w:val="28"/>
              </w:rPr>
              <w:t>ACTE</w:t>
            </w:r>
            <w:r w:rsidR="00A061B8">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14:paraId="5D729D65" w14:textId="4564EC3A" w:rsidR="00A061B8" w:rsidRDefault="00A061B8" w:rsidP="00831347">
            <w:pPr>
              <w:pStyle w:val="Titre8"/>
              <w:tabs>
                <w:tab w:val="right" w:pos="9639"/>
              </w:tabs>
              <w:spacing w:before="120"/>
              <w:rPr>
                <w:caps/>
                <w:sz w:val="28"/>
                <w:szCs w:val="28"/>
              </w:rPr>
            </w:pPr>
          </w:p>
        </w:tc>
      </w:tr>
    </w:tbl>
    <w:p w14:paraId="3DC4CB1E" w14:textId="77777777" w:rsidR="00EE0DE4" w:rsidRDefault="00EE0DE4" w:rsidP="00EE0DE4">
      <w:pPr>
        <w:pStyle w:val="fcase2metab"/>
        <w:ind w:left="0" w:firstLine="0"/>
        <w:rPr>
          <w:rFonts w:ascii="Arial" w:hAnsi="Arial" w:cs="Arial"/>
        </w:rPr>
      </w:pPr>
    </w:p>
    <w:p w14:paraId="41B1218E" w14:textId="77777777"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14:paraId="7D71E8F1" w14:textId="77777777">
        <w:tc>
          <w:tcPr>
            <w:tcW w:w="10277" w:type="dxa"/>
            <w:tcBorders>
              <w:top w:val="nil"/>
              <w:left w:val="nil"/>
              <w:bottom w:val="nil"/>
              <w:right w:val="nil"/>
            </w:tcBorders>
            <w:shd w:val="solid" w:color="66CCFF" w:fill="auto"/>
          </w:tcPr>
          <w:p w14:paraId="43610E64" w14:textId="77777777"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14:paraId="160264DB" w14:textId="77777777" w:rsidR="009561A8" w:rsidRDefault="009561A8" w:rsidP="002274F6">
      <w:pPr>
        <w:pStyle w:val="fcase1ertab"/>
        <w:rPr>
          <w:rFonts w:ascii="Arial" w:hAnsi="Arial"/>
          <w:b/>
        </w:rPr>
      </w:pPr>
    </w:p>
    <w:p w14:paraId="74E3F069" w14:textId="77777777" w:rsidR="006824A8" w:rsidRDefault="006824A8" w:rsidP="00B627AB">
      <w:pPr>
        <w:pStyle w:val="fcase1ertab"/>
        <w:ind w:left="0" w:firstLine="0"/>
        <w:rPr>
          <w:i/>
          <w:iCs/>
          <w:sz w:val="16"/>
          <w:szCs w:val="16"/>
        </w:rPr>
      </w:pPr>
    </w:p>
    <w:p w14:paraId="678AD797" w14:textId="77777777" w:rsidR="00390663" w:rsidRDefault="006824A8" w:rsidP="00B627AB">
      <w:pPr>
        <w:pStyle w:val="fcase1ertab"/>
        <w:ind w:left="0" w:firstLine="0"/>
        <w:rPr>
          <w:i/>
          <w:iCs/>
          <w:sz w:val="16"/>
          <w:szCs w:val="16"/>
        </w:rPr>
      </w:pPr>
      <w:r>
        <w:rPr>
          <w:i/>
          <w:iCs/>
          <w:sz w:val="16"/>
          <w:szCs w:val="16"/>
        </w:rPr>
        <w:t>…………………………………………………………….</w:t>
      </w:r>
    </w:p>
    <w:p w14:paraId="547DA7FA" w14:textId="77777777" w:rsidR="00390663" w:rsidRPr="00CA38CF" w:rsidRDefault="00390663" w:rsidP="006824A8">
      <w:pPr>
        <w:pStyle w:val="fcase1ertab"/>
        <w:ind w:left="0" w:firstLine="0"/>
        <w:rPr>
          <w:i/>
          <w:iCs/>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14:paraId="28DE6CF5" w14:textId="77777777">
        <w:tc>
          <w:tcPr>
            <w:tcW w:w="10277" w:type="dxa"/>
            <w:tcBorders>
              <w:top w:val="nil"/>
              <w:left w:val="nil"/>
              <w:bottom w:val="nil"/>
              <w:right w:val="nil"/>
            </w:tcBorders>
            <w:shd w:val="solid" w:color="66CCFF" w:fill="auto"/>
          </w:tcPr>
          <w:p w14:paraId="73A1FFC7" w14:textId="77777777"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14:paraId="7806A9A0" w14:textId="77777777" w:rsidR="00094967" w:rsidRDefault="00094967" w:rsidP="00CA38CF">
      <w:pPr>
        <w:tabs>
          <w:tab w:val="left" w:pos="426"/>
          <w:tab w:val="left" w:pos="851"/>
        </w:tabs>
        <w:jc w:val="both"/>
        <w:rPr>
          <w:rFonts w:ascii="Arial" w:hAnsi="Arial" w:cs="Arial"/>
        </w:rPr>
      </w:pPr>
    </w:p>
    <w:p w14:paraId="32A648ED" w14:textId="77777777" w:rsidR="00CA38CF" w:rsidRDefault="00CA38CF" w:rsidP="00CA38CF">
      <w:pPr>
        <w:tabs>
          <w:tab w:val="left" w:pos="426"/>
          <w:tab w:val="left" w:pos="851"/>
        </w:tabs>
        <w:jc w:val="both"/>
        <w:rPr>
          <w:rFonts w:ascii="Arial" w:hAnsi="Arial" w:cs="Arial"/>
        </w:rPr>
      </w:pPr>
      <w:r w:rsidRPr="00B627AB">
        <w:rPr>
          <w:rFonts w:ascii="Arial" w:hAnsi="Arial" w:cs="Arial"/>
        </w:rPr>
        <w:t>Direction Générale de l’Aviation civile</w:t>
      </w:r>
    </w:p>
    <w:p w14:paraId="304871DB" w14:textId="6DE335B5" w:rsidR="0050184C" w:rsidRPr="00B627AB" w:rsidRDefault="003B3A31" w:rsidP="00CA38CF">
      <w:pPr>
        <w:tabs>
          <w:tab w:val="left" w:pos="426"/>
          <w:tab w:val="left" w:pos="851"/>
        </w:tabs>
        <w:jc w:val="both"/>
        <w:rPr>
          <w:rFonts w:ascii="Arial" w:hAnsi="Arial" w:cs="Arial"/>
        </w:rPr>
      </w:pPr>
      <w:r>
        <w:rPr>
          <w:rFonts w:ascii="Arial" w:hAnsi="Arial" w:cs="Arial"/>
        </w:rPr>
        <w:t>Secréta</w:t>
      </w:r>
      <w:r w:rsidR="00E40611">
        <w:rPr>
          <w:rFonts w:ascii="Arial" w:hAnsi="Arial" w:cs="Arial"/>
        </w:rPr>
        <w:t>riat</w:t>
      </w:r>
      <w:r>
        <w:rPr>
          <w:rFonts w:ascii="Arial" w:hAnsi="Arial" w:cs="Arial"/>
        </w:rPr>
        <w:t xml:space="preserve"> Général</w:t>
      </w:r>
    </w:p>
    <w:p w14:paraId="6644BC84" w14:textId="77777777" w:rsidR="00A60A24" w:rsidRPr="00B627AB" w:rsidRDefault="00A60A24" w:rsidP="00CA38CF">
      <w:pPr>
        <w:tabs>
          <w:tab w:val="left" w:pos="426"/>
          <w:tab w:val="left" w:pos="851"/>
        </w:tabs>
        <w:jc w:val="both"/>
        <w:rPr>
          <w:rFonts w:ascii="Arial" w:hAnsi="Arial" w:cs="Arial"/>
        </w:rPr>
      </w:pPr>
      <w:r w:rsidRPr="00B627AB">
        <w:rPr>
          <w:rFonts w:ascii="Arial" w:hAnsi="Arial" w:cs="Arial"/>
        </w:rPr>
        <w:t>50 rue Henry Farman </w:t>
      </w:r>
    </w:p>
    <w:p w14:paraId="76010B9C" w14:textId="77777777" w:rsidR="00CA38CF" w:rsidRPr="00B627AB" w:rsidRDefault="00CA38CF" w:rsidP="00CA38CF">
      <w:pPr>
        <w:tabs>
          <w:tab w:val="left" w:pos="426"/>
          <w:tab w:val="left" w:pos="851"/>
        </w:tabs>
        <w:jc w:val="both"/>
        <w:rPr>
          <w:rFonts w:ascii="Arial" w:hAnsi="Arial" w:cs="Arial"/>
        </w:rPr>
      </w:pPr>
      <w:r w:rsidRPr="00B627AB">
        <w:rPr>
          <w:rFonts w:ascii="Arial" w:hAnsi="Arial" w:cs="Arial"/>
        </w:rPr>
        <w:t>75720 Paris cedex 15</w:t>
      </w:r>
    </w:p>
    <w:p w14:paraId="212762F3" w14:textId="77777777" w:rsidR="00094967" w:rsidRPr="00AD08E2" w:rsidRDefault="00094967" w:rsidP="00CA38CF">
      <w:pPr>
        <w:tabs>
          <w:tab w:val="left" w:pos="426"/>
          <w:tab w:val="left" w:pos="851"/>
        </w:tabs>
        <w:jc w:val="both"/>
        <w:rPr>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00EE2945" w14:textId="77777777">
        <w:tc>
          <w:tcPr>
            <w:tcW w:w="10277" w:type="dxa"/>
            <w:tcBorders>
              <w:top w:val="nil"/>
              <w:left w:val="nil"/>
              <w:bottom w:val="nil"/>
              <w:right w:val="nil"/>
            </w:tcBorders>
            <w:shd w:val="solid" w:color="66CCFF" w:fill="auto"/>
          </w:tcPr>
          <w:p w14:paraId="7F0BC0BE" w14:textId="77777777"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14:paraId="4BB1F370" w14:textId="77777777" w:rsidR="00A061B8" w:rsidRDefault="00A061B8">
      <w:pPr>
        <w:tabs>
          <w:tab w:val="left" w:pos="426"/>
          <w:tab w:val="left" w:pos="851"/>
        </w:tabs>
        <w:jc w:val="both"/>
        <w:rPr>
          <w:rFonts w:ascii="Arial" w:hAnsi="Arial" w:cs="Arial"/>
        </w:rPr>
      </w:pPr>
    </w:p>
    <w:p w14:paraId="04D4F273" w14:textId="3D5373B3" w:rsidR="00A061B8" w:rsidRPr="00671D91" w:rsidRDefault="00A061B8" w:rsidP="00650146">
      <w:pPr>
        <w:pStyle w:val="Standard"/>
        <w:rPr>
          <w:b/>
          <w:bCs/>
        </w:rPr>
      </w:pPr>
      <w:r>
        <w:rPr>
          <w:b/>
          <w:bCs/>
          <w:color w:val="66CCFF"/>
          <w:spacing w:val="-10"/>
          <w:position w:val="-2"/>
        </w:rPr>
        <w:sym w:font="Wingdings" w:char="F06E"/>
      </w:r>
      <w:r>
        <w:rPr>
          <w:spacing w:val="-10"/>
          <w:position w:val="-2"/>
        </w:rPr>
        <w:t xml:space="preserve">  </w:t>
      </w:r>
      <w:r w:rsidRPr="003D1BEF">
        <w:t>Objet de la consultation </w:t>
      </w:r>
      <w:r>
        <w:t>:</w:t>
      </w:r>
      <w:r w:rsidR="00756186">
        <w:t xml:space="preserve"> </w:t>
      </w:r>
      <w:r w:rsidR="00DD716A">
        <w:rPr>
          <w:b/>
          <w:bCs/>
        </w:rPr>
        <w:t>L</w:t>
      </w:r>
      <w:r w:rsidR="00DD716A" w:rsidRPr="00671D91">
        <w:rPr>
          <w:b/>
          <w:bCs/>
        </w:rPr>
        <w:t xml:space="preserve">ocation de salles pour l'organisation de réunions, de formations et de séminaires </w:t>
      </w:r>
      <w:r w:rsidR="00DD716A">
        <w:rPr>
          <w:b/>
          <w:bCs/>
        </w:rPr>
        <w:t>à</w:t>
      </w:r>
      <w:r w:rsidR="00DD716A" w:rsidRPr="00671D91">
        <w:rPr>
          <w:b/>
          <w:bCs/>
        </w:rPr>
        <w:t xml:space="preserve"> proximité du siège de la DGAC ainsi que des prestations associées.</w:t>
      </w:r>
    </w:p>
    <w:p w14:paraId="7865CDC9" w14:textId="77777777" w:rsidR="009561A8" w:rsidRPr="00B627AB" w:rsidRDefault="009561A8" w:rsidP="00086B67">
      <w:pPr>
        <w:pStyle w:val="Corpsdetexte3"/>
        <w:spacing w:before="60"/>
        <w:rPr>
          <w:i w:val="0"/>
          <w:sz w:val="20"/>
          <w:szCs w:val="20"/>
        </w:rPr>
      </w:pPr>
    </w:p>
    <w:p w14:paraId="74949812" w14:textId="77777777" w:rsidR="009561A8" w:rsidRDefault="00A061B8" w:rsidP="008669A4">
      <w:pPr>
        <w:tabs>
          <w:tab w:val="left" w:pos="426"/>
          <w:tab w:val="left" w:pos="851"/>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 xml:space="preserve">Code CPV principal : </w:t>
      </w:r>
      <w:r w:rsidR="0079452B">
        <w:rPr>
          <w:rFonts w:ascii="Arial" w:hAnsi="Arial" w:cs="Arial"/>
        </w:rPr>
        <w:t>79951000</w:t>
      </w:r>
      <w:r w:rsidR="008669A4">
        <w:rPr>
          <w:rFonts w:ascii="Arial" w:hAnsi="Arial" w:cs="Arial"/>
        </w:rPr>
        <w:t xml:space="preserve"> (Service</w:t>
      </w:r>
      <w:r w:rsidR="0079452B">
        <w:rPr>
          <w:rFonts w:ascii="Arial" w:hAnsi="Arial" w:cs="Arial"/>
        </w:rPr>
        <w:t>s</w:t>
      </w:r>
      <w:r w:rsidR="008669A4">
        <w:rPr>
          <w:rFonts w:ascii="Arial" w:hAnsi="Arial" w:cs="Arial"/>
        </w:rPr>
        <w:t xml:space="preserve"> </w:t>
      </w:r>
      <w:r w:rsidR="0079452B">
        <w:rPr>
          <w:rFonts w:ascii="Arial" w:hAnsi="Arial" w:cs="Arial"/>
        </w:rPr>
        <w:t>d’organisation de séminaires</w:t>
      </w:r>
      <w:r w:rsidR="008669A4">
        <w:rPr>
          <w:rFonts w:ascii="Arial" w:hAnsi="Arial" w:cs="Arial"/>
        </w:rPr>
        <w:t>)</w:t>
      </w:r>
    </w:p>
    <w:p w14:paraId="039AD4B7" w14:textId="77777777" w:rsidR="008669A4" w:rsidRDefault="008669A4" w:rsidP="008669A4">
      <w:pPr>
        <w:tabs>
          <w:tab w:val="left" w:pos="426"/>
          <w:tab w:val="left" w:pos="2127"/>
        </w:tabs>
        <w:jc w:val="both"/>
        <w:rPr>
          <w:rFonts w:ascii="Arial" w:hAnsi="Arial" w:cs="Arial"/>
        </w:rPr>
      </w:pPr>
      <w:r>
        <w:rPr>
          <w:rFonts w:ascii="Arial" w:hAnsi="Arial" w:cs="Arial"/>
        </w:rPr>
        <w:tab/>
      </w:r>
      <w:r>
        <w:rPr>
          <w:rFonts w:ascii="Arial" w:hAnsi="Arial" w:cs="Arial"/>
        </w:rPr>
        <w:tab/>
        <w:t xml:space="preserve"> 55120000 (Service</w:t>
      </w:r>
      <w:r w:rsidR="0079452B">
        <w:rPr>
          <w:rFonts w:ascii="Arial" w:hAnsi="Arial" w:cs="Arial"/>
        </w:rPr>
        <w:t>s</w:t>
      </w:r>
      <w:r>
        <w:rPr>
          <w:rFonts w:ascii="Arial" w:hAnsi="Arial" w:cs="Arial"/>
        </w:rPr>
        <w:t xml:space="preserve"> de réunions et de conférences </w:t>
      </w:r>
      <w:r w:rsidR="0079452B">
        <w:rPr>
          <w:rFonts w:ascii="Arial" w:hAnsi="Arial" w:cs="Arial"/>
        </w:rPr>
        <w:t xml:space="preserve">organisés </w:t>
      </w:r>
      <w:r>
        <w:rPr>
          <w:rFonts w:ascii="Arial" w:hAnsi="Arial" w:cs="Arial"/>
        </w:rPr>
        <w:t>dans les hôtels)</w:t>
      </w:r>
    </w:p>
    <w:p w14:paraId="65DF32CA" w14:textId="77777777" w:rsidR="008669A4" w:rsidRPr="00B627AB" w:rsidRDefault="008669A4" w:rsidP="008669A4">
      <w:pPr>
        <w:tabs>
          <w:tab w:val="left" w:pos="426"/>
          <w:tab w:val="left" w:pos="2127"/>
        </w:tabs>
        <w:jc w:val="both"/>
        <w:rPr>
          <w:rFonts w:ascii="Arial" w:hAnsi="Arial" w:cs="Arial"/>
        </w:rPr>
      </w:pPr>
    </w:p>
    <w:p w14:paraId="3EAC6612" w14:textId="77777777"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14:paraId="78AC98E2" w14:textId="77777777" w:rsidR="00650146" w:rsidRDefault="0050184C" w:rsidP="00A700AE">
      <w:pPr>
        <w:tabs>
          <w:tab w:val="left" w:pos="426"/>
          <w:tab w:val="left" w:pos="851"/>
        </w:tabs>
        <w:jc w:val="both"/>
      </w:pPr>
      <w:r>
        <w:tab/>
      </w:r>
      <w:r>
        <w:tab/>
      </w:r>
    </w:p>
    <w:p w14:paraId="76D48F96" w14:textId="01FA416D" w:rsidR="00A061B8" w:rsidRDefault="0050184C" w:rsidP="00A700AE">
      <w:pPr>
        <w:tabs>
          <w:tab w:val="left" w:pos="426"/>
          <w:tab w:val="left" w:pos="851"/>
        </w:tabs>
        <w:jc w:val="both"/>
        <w:rPr>
          <w:rFonts w:ascii="Arial" w:hAnsi="Arial" w:cs="Arial"/>
        </w:rPr>
      </w:pPr>
      <w:r>
        <w:tab/>
      </w:r>
      <w:r w:rsidR="004A1EE4">
        <w:fldChar w:fldCharType="begin">
          <w:ffData>
            <w:name w:val=""/>
            <w:enabled/>
            <w:calcOnExit w:val="0"/>
            <w:checkBox>
              <w:size w:val="20"/>
              <w:default w:val="1"/>
            </w:checkBox>
          </w:ffData>
        </w:fldChar>
      </w:r>
      <w:r w:rsidR="004A1EE4">
        <w:instrText xml:space="preserve"> FORMCHECKBOX </w:instrText>
      </w:r>
      <w:r w:rsidR="00DD716A">
        <w:fldChar w:fldCharType="separate"/>
      </w:r>
      <w:r w:rsidR="004A1EE4">
        <w:fldChar w:fldCharType="end"/>
      </w:r>
      <w:r>
        <w:rPr>
          <w:rFonts w:ascii="Arial" w:hAnsi="Arial" w:cs="Arial"/>
        </w:rPr>
        <w:t xml:space="preserve"> </w:t>
      </w:r>
      <w:proofErr w:type="gramStart"/>
      <w:r w:rsidR="00A700AE" w:rsidRPr="00B627AB">
        <w:rPr>
          <w:rFonts w:ascii="Arial" w:hAnsi="Arial" w:cs="Arial"/>
        </w:rPr>
        <w:t>à</w:t>
      </w:r>
      <w:proofErr w:type="gramEnd"/>
      <w:r w:rsidR="00A700AE" w:rsidRPr="00B627AB">
        <w:rPr>
          <w:rFonts w:ascii="Arial" w:hAnsi="Arial" w:cs="Arial"/>
        </w:rPr>
        <w:t xml:space="preserve"> l’ensemble du marché public</w:t>
      </w:r>
      <w:r w:rsidR="00A061B8" w:rsidRPr="00B627AB">
        <w:rPr>
          <w:rFonts w:ascii="Arial" w:hAnsi="Arial" w:cs="Arial"/>
        </w:rPr>
        <w:t>.</w:t>
      </w:r>
    </w:p>
    <w:p w14:paraId="51D33A10" w14:textId="77777777" w:rsidR="00892B73" w:rsidRDefault="00892B73" w:rsidP="00A700AE">
      <w:pPr>
        <w:tabs>
          <w:tab w:val="left" w:pos="426"/>
          <w:tab w:val="left" w:pos="851"/>
        </w:tabs>
        <w:jc w:val="both"/>
        <w:rPr>
          <w:rFonts w:ascii="Arial" w:hAnsi="Arial" w:cs="Arial"/>
        </w:rPr>
      </w:pPr>
    </w:p>
    <w:p w14:paraId="6EB558D6" w14:textId="77777777" w:rsidR="00892B73" w:rsidRDefault="00892B73" w:rsidP="00A700AE">
      <w:pPr>
        <w:tabs>
          <w:tab w:val="left" w:pos="426"/>
          <w:tab w:val="left" w:pos="851"/>
        </w:tabs>
        <w:jc w:val="both"/>
        <w:rPr>
          <w:rFonts w:ascii="Arial" w:hAnsi="Arial" w:cs="Arial"/>
        </w:rPr>
      </w:pPr>
    </w:p>
    <w:p w14:paraId="2FFBAA0A" w14:textId="77777777"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5D8F1AAF" w14:textId="77777777">
        <w:tc>
          <w:tcPr>
            <w:tcW w:w="10277" w:type="dxa"/>
            <w:tcBorders>
              <w:top w:val="nil"/>
              <w:left w:val="nil"/>
              <w:bottom w:val="nil"/>
              <w:right w:val="nil"/>
            </w:tcBorders>
            <w:shd w:val="solid" w:color="66CCFF" w:fill="auto"/>
          </w:tcPr>
          <w:p w14:paraId="64B70D89" w14:textId="77777777"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14:paraId="55FF8437" w14:textId="77777777" w:rsidR="00390663" w:rsidRDefault="00390663">
      <w:pPr>
        <w:pStyle w:val="Titre2"/>
        <w:tabs>
          <w:tab w:val="left" w:pos="2268"/>
        </w:tabs>
        <w:rPr>
          <w:rFonts w:ascii="Arial" w:hAnsi="Arial" w:cs="Arial"/>
          <w:sz w:val="22"/>
          <w:szCs w:val="22"/>
        </w:rPr>
      </w:pPr>
    </w:p>
    <w:p w14:paraId="46800740" w14:textId="77777777"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38A2F0DA"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14:paraId="5DFEA36D" w14:textId="77777777" w:rsidR="009F62F0" w:rsidRDefault="009F62F0" w:rsidP="009F62F0">
      <w:pPr>
        <w:tabs>
          <w:tab w:val="left" w:pos="851"/>
        </w:tabs>
        <w:rPr>
          <w:rFonts w:ascii="Arial" w:hAnsi="Arial" w:cs="Arial"/>
        </w:rPr>
      </w:pPr>
    </w:p>
    <w:p w14:paraId="0CD06A56" w14:textId="77777777"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14:paraId="328C21A3" w14:textId="1A97B71F" w:rsidR="009F62F0" w:rsidRDefault="00813D91" w:rsidP="009F62F0">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DD716A">
        <w:fldChar w:fldCharType="separate"/>
      </w:r>
      <w:r>
        <w:fldChar w:fldCharType="end"/>
      </w:r>
      <w:r w:rsidR="009F62F0">
        <w:rPr>
          <w:rFonts w:ascii="Arial" w:hAnsi="Arial" w:cs="Arial"/>
          <w:lang w:val="en-GB"/>
        </w:rPr>
        <w:t xml:space="preserve"> CC</w:t>
      </w:r>
      <w:r>
        <w:rPr>
          <w:rFonts w:ascii="Arial" w:hAnsi="Arial" w:cs="Arial"/>
          <w:lang w:val="en-GB"/>
        </w:rPr>
        <w:t>P</w:t>
      </w:r>
      <w:r w:rsidR="009F62F0">
        <w:rPr>
          <w:rFonts w:ascii="Arial" w:hAnsi="Arial" w:cs="Arial"/>
          <w:lang w:val="en-GB"/>
        </w:rPr>
        <w:t xml:space="preserve"> n°</w:t>
      </w:r>
      <w:r>
        <w:rPr>
          <w:rFonts w:ascii="Arial" w:hAnsi="Arial" w:cs="Arial"/>
          <w:lang w:val="en-GB"/>
        </w:rPr>
        <w:t xml:space="preserve"> 20</w:t>
      </w:r>
      <w:r w:rsidR="00E40611">
        <w:rPr>
          <w:rFonts w:ascii="Arial" w:hAnsi="Arial" w:cs="Arial"/>
          <w:lang w:val="en-GB"/>
        </w:rPr>
        <w:t>25</w:t>
      </w:r>
      <w:r>
        <w:rPr>
          <w:rFonts w:ascii="Arial" w:hAnsi="Arial" w:cs="Arial"/>
          <w:lang w:val="en-GB"/>
        </w:rPr>
        <w:t>SG0</w:t>
      </w:r>
      <w:r w:rsidR="00E40611">
        <w:rPr>
          <w:rFonts w:ascii="Arial" w:hAnsi="Arial" w:cs="Arial"/>
          <w:lang w:val="en-GB"/>
        </w:rPr>
        <w:t>4</w:t>
      </w:r>
      <w:r w:rsidR="009F62F0">
        <w:rPr>
          <w:rFonts w:ascii="Arial" w:hAnsi="Arial" w:cs="Arial"/>
          <w:lang w:val="en-GB"/>
        </w:rPr>
        <w:t>.</w:t>
      </w:r>
    </w:p>
    <w:p w14:paraId="44F32D20" w14:textId="760E15DE" w:rsidR="009F62F0" w:rsidRPr="00CD185D" w:rsidRDefault="00813D91" w:rsidP="009F62F0">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DD716A">
        <w:fldChar w:fldCharType="separate"/>
      </w:r>
      <w:r>
        <w:fldChar w:fldCharType="end"/>
      </w:r>
      <w:r w:rsidR="009F62F0">
        <w:rPr>
          <w:rFonts w:ascii="Arial" w:hAnsi="Arial" w:cs="Arial"/>
          <w:lang w:val="en-GB"/>
        </w:rPr>
        <w:t xml:space="preserve"> </w:t>
      </w:r>
      <w:proofErr w:type="gramStart"/>
      <w:r w:rsidR="009F62F0">
        <w:rPr>
          <w:rFonts w:ascii="Arial" w:hAnsi="Arial" w:cs="Arial"/>
          <w:lang w:val="en-GB"/>
        </w:rPr>
        <w:t>CCAG :</w:t>
      </w:r>
      <w:proofErr w:type="gramEnd"/>
      <w:r>
        <w:rPr>
          <w:rFonts w:ascii="Arial" w:hAnsi="Arial" w:cs="Arial"/>
          <w:lang w:val="en-GB"/>
        </w:rPr>
        <w:t xml:space="preserve"> </w:t>
      </w:r>
      <w:r w:rsidR="00BF4CA0" w:rsidRPr="0077760D">
        <w:rPr>
          <w:rFonts w:ascii="Liberation Sans" w:hAnsi="Liberation Sans"/>
        </w:rPr>
        <w:t>fournitures</w:t>
      </w:r>
      <w:r w:rsidR="00726BF8" w:rsidRPr="0077760D">
        <w:rPr>
          <w:rFonts w:ascii="Liberation Sans" w:hAnsi="Liberation Sans"/>
        </w:rPr>
        <w:t xml:space="preserve"> courantes et services (CCAG</w:t>
      </w:r>
      <w:r w:rsidR="005E2EED">
        <w:rPr>
          <w:rFonts w:ascii="Liberation Sans" w:hAnsi="Liberation Sans"/>
        </w:rPr>
        <w:t xml:space="preserve"> </w:t>
      </w:r>
      <w:r w:rsidR="00726BF8" w:rsidRPr="0077760D">
        <w:rPr>
          <w:rFonts w:ascii="Liberation Sans" w:hAnsi="Liberation Sans"/>
        </w:rPr>
        <w:t>FCS) issu de l'arrêté</w:t>
      </w:r>
      <w:r w:rsidR="003F0E81">
        <w:rPr>
          <w:rFonts w:ascii="Liberation Sans" w:hAnsi="Liberation Sans"/>
        </w:rPr>
        <w:t xml:space="preserve"> du30</w:t>
      </w:r>
      <w:r w:rsidR="00726BF8" w:rsidRPr="0077760D">
        <w:rPr>
          <w:rFonts w:ascii="Liberation Sans" w:hAnsi="Liberation Sans"/>
        </w:rPr>
        <w:t xml:space="preserve"> </w:t>
      </w:r>
      <w:r w:rsidR="003F0E81">
        <w:rPr>
          <w:rFonts w:ascii="Liberation Sans" w:hAnsi="Liberation Sans"/>
        </w:rPr>
        <w:t>mars 2021</w:t>
      </w:r>
      <w:r w:rsidR="00726BF8" w:rsidRPr="0077760D">
        <w:rPr>
          <w:rFonts w:ascii="Liberation Sans" w:hAnsi="Liberation Sans"/>
        </w:rPr>
        <w:t xml:space="preserve"> portant approbation du cahier des clauses administratives générales des marchés publics de fournitures courantes et de services</w:t>
      </w:r>
    </w:p>
    <w:p w14:paraId="40170655" w14:textId="77777777"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4E5ABF53" w14:textId="77777777" w:rsidR="009F62F0" w:rsidRDefault="009F62F0" w:rsidP="009F62F0">
      <w:pPr>
        <w:tabs>
          <w:tab w:val="left" w:pos="851"/>
        </w:tabs>
        <w:jc w:val="both"/>
        <w:rPr>
          <w:rFonts w:ascii="Arial" w:hAnsi="Arial" w:cs="Arial"/>
        </w:rPr>
      </w:pPr>
    </w:p>
    <w:p w14:paraId="0A6AA1D5" w14:textId="77777777" w:rsidR="009F62F0" w:rsidRDefault="009F62F0" w:rsidP="009F62F0">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7CF1137" w14:textId="77777777" w:rsidR="009F62F0" w:rsidRDefault="009F62F0" w:rsidP="009F62F0">
      <w:pPr>
        <w:tabs>
          <w:tab w:val="left" w:pos="851"/>
        </w:tabs>
        <w:jc w:val="both"/>
        <w:rPr>
          <w:rFonts w:ascii="Arial" w:hAnsi="Arial" w:cs="Arial"/>
        </w:rPr>
      </w:pPr>
    </w:p>
    <w:p w14:paraId="1DD44499" w14:textId="77777777" w:rsidR="009F62F0" w:rsidRDefault="00813D91" w:rsidP="009F62F0">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D716A">
        <w:fldChar w:fldCharType="separate"/>
      </w:r>
      <w:r>
        <w:fldChar w:fldCharType="end"/>
      </w:r>
      <w:r w:rsidR="009F62F0">
        <w:rPr>
          <w:rFonts w:ascii="Arial" w:hAnsi="Arial" w:cs="Arial"/>
        </w:rPr>
        <w:t xml:space="preserve"> Le signataire</w:t>
      </w:r>
    </w:p>
    <w:p w14:paraId="73585E59" w14:textId="77777777" w:rsidR="009F62F0" w:rsidRDefault="009F62F0" w:rsidP="009F62F0">
      <w:pPr>
        <w:tabs>
          <w:tab w:val="left" w:pos="851"/>
        </w:tabs>
        <w:jc w:val="both"/>
        <w:rPr>
          <w:rFonts w:ascii="Arial" w:hAnsi="Arial" w:cs="Arial"/>
        </w:rPr>
      </w:pPr>
    </w:p>
    <w:p w14:paraId="20286216" w14:textId="77777777" w:rsidR="009F62F0" w:rsidRDefault="009F62F0" w:rsidP="009F62F0">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4847B33E" w14:textId="77777777" w:rsidR="009F62F0" w:rsidRDefault="009F62F0" w:rsidP="009F62F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1B435C8" w14:textId="77777777" w:rsidR="009F62F0" w:rsidRDefault="009F62F0" w:rsidP="009F62F0">
      <w:pPr>
        <w:tabs>
          <w:tab w:val="left" w:pos="851"/>
        </w:tabs>
        <w:jc w:val="both"/>
        <w:rPr>
          <w:rFonts w:ascii="Arial" w:hAnsi="Arial" w:cs="Arial"/>
        </w:rPr>
      </w:pPr>
    </w:p>
    <w:p w14:paraId="797FEE7A" w14:textId="77777777" w:rsidR="009F62F0" w:rsidRDefault="009F62F0" w:rsidP="009F62F0">
      <w:pPr>
        <w:tabs>
          <w:tab w:val="left" w:pos="851"/>
        </w:tabs>
        <w:ind w:left="170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BECC0B3" w14:textId="77777777" w:rsidR="009F62F0" w:rsidRDefault="009F62F0" w:rsidP="009F62F0">
      <w:pPr>
        <w:pStyle w:val="En-tte"/>
        <w:tabs>
          <w:tab w:val="clear" w:pos="4536"/>
          <w:tab w:val="clear" w:pos="9072"/>
          <w:tab w:val="left" w:pos="851"/>
        </w:tabs>
        <w:jc w:val="both"/>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4A95FAF" w14:textId="77777777" w:rsidR="009F62F0" w:rsidRDefault="009F62F0" w:rsidP="009F62F0">
      <w:pPr>
        <w:tabs>
          <w:tab w:val="left" w:pos="851"/>
        </w:tabs>
        <w:jc w:val="both"/>
        <w:rPr>
          <w:rFonts w:ascii="Arial" w:hAnsi="Arial" w:cs="Arial"/>
        </w:rPr>
      </w:pPr>
    </w:p>
    <w:p w14:paraId="70C86914" w14:textId="77777777" w:rsidR="009F62F0" w:rsidRDefault="009F62F0" w:rsidP="009F62F0">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rPr>
          <w:rFonts w:ascii="Arial" w:hAnsi="Arial" w:cs="Arial"/>
        </w:rPr>
        <w:t xml:space="preserve"> L’ensemble des membres du groupement s’engagent, sur la base de l’offre du groupement ;</w:t>
      </w:r>
    </w:p>
    <w:p w14:paraId="5374206C" w14:textId="77777777" w:rsidR="009F62F0" w:rsidRDefault="009F62F0" w:rsidP="009F62F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90CA853" w14:textId="77777777" w:rsidR="009F62F0" w:rsidRDefault="009F62F0" w:rsidP="009F62F0">
      <w:pPr>
        <w:pStyle w:val="fcase1ertab"/>
        <w:tabs>
          <w:tab w:val="left" w:pos="851"/>
        </w:tabs>
        <w:ind w:left="0" w:firstLine="0"/>
        <w:rPr>
          <w:rFonts w:ascii="Arial" w:hAnsi="Arial" w:cs="Arial"/>
        </w:rPr>
      </w:pPr>
    </w:p>
    <w:p w14:paraId="65A250DE" w14:textId="77777777" w:rsidR="009F62F0" w:rsidRDefault="009F62F0" w:rsidP="009F62F0">
      <w:pPr>
        <w:pStyle w:val="fcase1ertab"/>
        <w:tabs>
          <w:tab w:val="left" w:pos="851"/>
        </w:tabs>
        <w:ind w:left="0" w:firstLine="0"/>
        <w:rPr>
          <w:rFonts w:ascii="Arial" w:hAnsi="Arial" w:cs="Arial"/>
        </w:rPr>
      </w:pPr>
    </w:p>
    <w:p w14:paraId="1F0530E3" w14:textId="77777777" w:rsidR="009F62F0" w:rsidRPr="009A4E50" w:rsidRDefault="009F62F0" w:rsidP="009A4E50">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aux prix indiqués dans l’annexe financière jointe au présent document.</w:t>
      </w:r>
    </w:p>
    <w:p w14:paraId="25313EF2" w14:textId="77777777" w:rsidR="009F62F0" w:rsidRDefault="009F62F0" w:rsidP="009F62F0">
      <w:pPr>
        <w:pStyle w:val="fcasegauche"/>
        <w:tabs>
          <w:tab w:val="left" w:pos="851"/>
        </w:tabs>
        <w:spacing w:after="0"/>
        <w:ind w:left="0" w:firstLine="0"/>
        <w:rPr>
          <w:rFonts w:ascii="Arial" w:hAnsi="Arial" w:cs="Arial"/>
        </w:rPr>
      </w:pPr>
    </w:p>
    <w:p w14:paraId="6D489284" w14:textId="77777777" w:rsidR="009F62F0" w:rsidRDefault="009F62F0">
      <w:pPr>
        <w:pStyle w:val="Titre2"/>
        <w:tabs>
          <w:tab w:val="left" w:pos="2268"/>
        </w:tabs>
        <w:rPr>
          <w:rFonts w:ascii="Arial" w:hAnsi="Arial" w:cs="Arial"/>
          <w:sz w:val="22"/>
          <w:szCs w:val="22"/>
        </w:rPr>
      </w:pPr>
    </w:p>
    <w:p w14:paraId="1429D288" w14:textId="77777777" w:rsidR="009F62F0" w:rsidRDefault="009F62F0" w:rsidP="009F62F0">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237E798F" w14:textId="77777777" w:rsidR="009F62F0" w:rsidRDefault="009F62F0" w:rsidP="009F62F0">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460A27BC" w14:textId="77777777" w:rsidR="009F62F0" w:rsidRDefault="009F62F0" w:rsidP="009F62F0">
      <w:pPr>
        <w:tabs>
          <w:tab w:val="left" w:pos="851"/>
          <w:tab w:val="left" w:pos="6237"/>
        </w:tabs>
        <w:rPr>
          <w:rFonts w:ascii="Arial" w:hAnsi="Arial" w:cs="Arial"/>
          <w:i/>
          <w:iCs/>
          <w:sz w:val="18"/>
          <w:szCs w:val="18"/>
        </w:rPr>
      </w:pPr>
    </w:p>
    <w:p w14:paraId="0EA32766" w14:textId="77777777" w:rsidR="009F62F0" w:rsidRDefault="009F62F0" w:rsidP="009F62F0">
      <w:pPr>
        <w:pStyle w:val="fcase1ertab"/>
        <w:tabs>
          <w:tab w:val="left" w:pos="851"/>
        </w:tabs>
        <w:ind w:left="0" w:firstLine="0"/>
        <w:rPr>
          <w:rFonts w:ascii="Arial" w:hAnsi="Arial" w:cs="Arial"/>
        </w:rPr>
      </w:pPr>
      <w:r>
        <w:rPr>
          <w:rFonts w:ascii="Arial" w:hAnsi="Arial" w:cs="Arial"/>
        </w:rPr>
        <w:t xml:space="preserve">Pour l’exécution du marché </w:t>
      </w:r>
      <w:r w:rsidR="00D27F48">
        <w:rPr>
          <w:rFonts w:ascii="Arial" w:hAnsi="Arial" w:cs="Arial"/>
        </w:rPr>
        <w:t>public</w:t>
      </w:r>
      <w:r>
        <w:rPr>
          <w:rFonts w:ascii="Arial" w:hAnsi="Arial" w:cs="Arial"/>
        </w:rPr>
        <w:t>, le groupement d’opérateurs économiques est :</w:t>
      </w:r>
    </w:p>
    <w:p w14:paraId="242B2E33" w14:textId="77777777" w:rsidR="009F62F0" w:rsidRDefault="009F62F0" w:rsidP="009F62F0">
      <w:pPr>
        <w:pStyle w:val="fcase1ertab"/>
        <w:tabs>
          <w:tab w:val="left" w:pos="851"/>
        </w:tabs>
        <w:rPr>
          <w:rFonts w:ascii="Arial" w:hAnsi="Arial" w:cs="Arial"/>
        </w:rPr>
      </w:pPr>
      <w:r>
        <w:rPr>
          <w:rFonts w:ascii="Arial" w:hAnsi="Arial" w:cs="Arial"/>
          <w:i/>
          <w:iCs/>
          <w:sz w:val="18"/>
          <w:szCs w:val="18"/>
        </w:rPr>
        <w:t>(Cocher la case correspondante.)</w:t>
      </w:r>
    </w:p>
    <w:p w14:paraId="27983292" w14:textId="77777777" w:rsidR="009F62F0" w:rsidRDefault="009F62F0" w:rsidP="009F62F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rPr>
          <w:rFonts w:ascii="Arial" w:hAnsi="Arial" w:cs="Arial"/>
          <w:i/>
          <w:iCs/>
        </w:rPr>
        <w:t xml:space="preserve"> </w:t>
      </w:r>
      <w:r w:rsidR="006D6CBC">
        <w:rPr>
          <w:rFonts w:ascii="Arial" w:hAnsi="Arial" w:cs="Arial"/>
        </w:rPr>
        <w:t>Conjoint</w:t>
      </w:r>
      <w:r>
        <w:rPr>
          <w:rFonts w:ascii="Arial" w:hAnsi="Arial" w:cs="Arial"/>
        </w:rPr>
        <w:tab/>
      </w:r>
      <w:r>
        <w:rPr>
          <w:rFonts w:ascii="Arial" w:hAnsi="Arial" w:cs="Arial"/>
        </w:rPr>
        <w:tab/>
      </w:r>
      <w:r w:rsidR="006D6CBC">
        <w:rPr>
          <w:rFonts w:ascii="Arial" w:hAnsi="Arial" w:cs="Arial"/>
        </w:rPr>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rPr>
          <w:rFonts w:ascii="Arial" w:hAnsi="Arial" w:cs="Arial"/>
          <w:iCs/>
        </w:rPr>
        <w:t xml:space="preserve"> </w:t>
      </w:r>
      <w:r w:rsidR="006D6CBC">
        <w:rPr>
          <w:rFonts w:ascii="Arial" w:hAnsi="Arial" w:cs="Arial"/>
        </w:rPr>
        <w:t>S</w:t>
      </w:r>
      <w:r>
        <w:rPr>
          <w:rFonts w:ascii="Arial" w:hAnsi="Arial" w:cs="Arial"/>
        </w:rPr>
        <w:t>olidaire</w:t>
      </w:r>
    </w:p>
    <w:p w14:paraId="14D8CEED" w14:textId="77777777" w:rsidR="009F62F0" w:rsidRDefault="009F62F0" w:rsidP="009F62F0">
      <w:pPr>
        <w:pStyle w:val="fcase1ertab"/>
        <w:tabs>
          <w:tab w:val="clear" w:pos="426"/>
          <w:tab w:val="left" w:pos="851"/>
        </w:tabs>
        <w:spacing w:before="120"/>
        <w:ind w:left="0" w:firstLine="0"/>
        <w:rPr>
          <w:rFonts w:ascii="Arial" w:hAnsi="Arial" w:cs="Arial"/>
        </w:rPr>
      </w:pPr>
    </w:p>
    <w:p w14:paraId="5C87234D" w14:textId="77777777" w:rsidR="009F62F0" w:rsidRDefault="009F62F0" w:rsidP="009F62F0">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F62F0" w14:paraId="451D450A" w14:textId="77777777" w:rsidTr="00D4633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622C92" w14:textId="77777777" w:rsidR="009F62F0" w:rsidRDefault="009F62F0" w:rsidP="00D46337">
            <w:pPr>
              <w:tabs>
                <w:tab w:val="left" w:pos="851"/>
              </w:tabs>
              <w:jc w:val="center"/>
              <w:rPr>
                <w:rFonts w:ascii="Arial" w:hAnsi="Arial" w:cs="Arial"/>
                <w:b/>
              </w:rPr>
            </w:pPr>
            <w:r>
              <w:rPr>
                <w:rFonts w:ascii="Arial" w:hAnsi="Arial" w:cs="Arial"/>
                <w:b/>
              </w:rPr>
              <w:t xml:space="preserve">Désignation des membres </w:t>
            </w:r>
          </w:p>
          <w:p w14:paraId="1C54B096" w14:textId="77777777" w:rsidR="009F62F0" w:rsidRDefault="009F62F0" w:rsidP="00D46337">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073245" w14:textId="77777777" w:rsidR="009F62F0" w:rsidRDefault="009F62F0" w:rsidP="00D46337">
            <w:pPr>
              <w:pStyle w:val="Titre5"/>
              <w:tabs>
                <w:tab w:val="left" w:pos="851"/>
              </w:tabs>
              <w:ind w:left="0" w:hanging="1008"/>
              <w:jc w:val="center"/>
              <w:rPr>
                <w:b/>
                <w:i w:val="0"/>
                <w:sz w:val="20"/>
              </w:rPr>
            </w:pPr>
            <w:r>
              <w:rPr>
                <w:b/>
                <w:i w:val="0"/>
                <w:sz w:val="20"/>
              </w:rPr>
              <w:t>Prestations exécutées par les membres</w:t>
            </w:r>
          </w:p>
          <w:p w14:paraId="472081B8" w14:textId="77777777" w:rsidR="009F62F0" w:rsidRDefault="009F62F0" w:rsidP="00D46337">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F62F0" w14:paraId="56C37BD1" w14:textId="77777777" w:rsidTr="00D4633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EEE5845" w14:textId="77777777" w:rsidR="009F62F0" w:rsidRDefault="009F62F0" w:rsidP="00D4633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BCF50E" w14:textId="77777777" w:rsidR="009F62F0" w:rsidRDefault="009F62F0" w:rsidP="00D46337">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11F773" w14:textId="77777777" w:rsidR="009F62F0" w:rsidRDefault="009F62F0" w:rsidP="00D46337">
            <w:pPr>
              <w:tabs>
                <w:tab w:val="left" w:pos="851"/>
              </w:tabs>
              <w:jc w:val="center"/>
              <w:rPr>
                <w:rFonts w:ascii="Arial" w:hAnsi="Arial" w:cs="Arial"/>
                <w:b/>
              </w:rPr>
            </w:pPr>
            <w:r>
              <w:rPr>
                <w:rFonts w:ascii="Arial" w:hAnsi="Arial" w:cs="Arial"/>
                <w:b/>
              </w:rPr>
              <w:t xml:space="preserve">Montant HT </w:t>
            </w:r>
          </w:p>
          <w:p w14:paraId="304EB6B1" w14:textId="77777777" w:rsidR="009F62F0" w:rsidRDefault="009F62F0" w:rsidP="00D46337">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F62F0" w14:paraId="06B4B1A7" w14:textId="77777777" w:rsidTr="00D46337">
        <w:trPr>
          <w:trHeight w:val="1021"/>
        </w:trPr>
        <w:tc>
          <w:tcPr>
            <w:tcW w:w="4503" w:type="dxa"/>
            <w:tcBorders>
              <w:top w:val="single" w:sz="4" w:space="0" w:color="000000"/>
              <w:left w:val="single" w:sz="4" w:space="0" w:color="000000"/>
            </w:tcBorders>
            <w:shd w:val="clear" w:color="auto" w:fill="CCFFFF"/>
          </w:tcPr>
          <w:p w14:paraId="2471E0C3" w14:textId="77777777" w:rsidR="009F62F0" w:rsidRDefault="009F62F0" w:rsidP="00D4633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FC85887" w14:textId="77777777" w:rsidR="009F62F0" w:rsidRDefault="009F62F0" w:rsidP="00D4633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3F91C06" w14:textId="77777777" w:rsidR="009F62F0" w:rsidRDefault="009F62F0" w:rsidP="00D46337">
            <w:pPr>
              <w:tabs>
                <w:tab w:val="left" w:pos="851"/>
              </w:tabs>
              <w:snapToGrid w:val="0"/>
              <w:jc w:val="both"/>
              <w:rPr>
                <w:rFonts w:ascii="Arial" w:hAnsi="Arial" w:cs="Arial"/>
              </w:rPr>
            </w:pPr>
          </w:p>
        </w:tc>
      </w:tr>
      <w:tr w:rsidR="009F62F0" w14:paraId="34AFA555" w14:textId="77777777" w:rsidTr="00D46337">
        <w:trPr>
          <w:trHeight w:val="1021"/>
        </w:trPr>
        <w:tc>
          <w:tcPr>
            <w:tcW w:w="4503" w:type="dxa"/>
            <w:tcBorders>
              <w:left w:val="single" w:sz="4" w:space="0" w:color="000000"/>
            </w:tcBorders>
            <w:shd w:val="clear" w:color="auto" w:fill="auto"/>
          </w:tcPr>
          <w:p w14:paraId="5D10123B" w14:textId="77777777" w:rsidR="009F62F0" w:rsidRDefault="009F62F0" w:rsidP="00D46337">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C9854F9" w14:textId="77777777" w:rsidR="009F62F0" w:rsidRDefault="009F62F0" w:rsidP="00D46337">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B00B1BF" w14:textId="77777777" w:rsidR="009F62F0" w:rsidRDefault="009F62F0" w:rsidP="00D46337">
            <w:pPr>
              <w:tabs>
                <w:tab w:val="left" w:pos="851"/>
              </w:tabs>
              <w:snapToGrid w:val="0"/>
              <w:jc w:val="both"/>
              <w:rPr>
                <w:rFonts w:ascii="Arial" w:hAnsi="Arial" w:cs="Arial"/>
              </w:rPr>
            </w:pPr>
          </w:p>
        </w:tc>
      </w:tr>
      <w:tr w:rsidR="009F62F0" w14:paraId="5305270F" w14:textId="77777777" w:rsidTr="00D46337">
        <w:trPr>
          <w:trHeight w:val="1021"/>
        </w:trPr>
        <w:tc>
          <w:tcPr>
            <w:tcW w:w="4503" w:type="dxa"/>
            <w:tcBorders>
              <w:left w:val="single" w:sz="4" w:space="0" w:color="000000"/>
              <w:bottom w:val="single" w:sz="4" w:space="0" w:color="000000"/>
            </w:tcBorders>
            <w:shd w:val="clear" w:color="auto" w:fill="CCFFFF"/>
          </w:tcPr>
          <w:p w14:paraId="51668984" w14:textId="77777777" w:rsidR="009F62F0" w:rsidRDefault="009F62F0" w:rsidP="00D4633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5B66C69" w14:textId="77777777" w:rsidR="009F62F0" w:rsidRDefault="009F62F0" w:rsidP="00D4633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269E1B8" w14:textId="77777777" w:rsidR="009F62F0" w:rsidRDefault="009F62F0" w:rsidP="00D46337">
            <w:pPr>
              <w:tabs>
                <w:tab w:val="left" w:pos="851"/>
              </w:tabs>
              <w:snapToGrid w:val="0"/>
              <w:jc w:val="both"/>
              <w:rPr>
                <w:rFonts w:ascii="Arial" w:hAnsi="Arial" w:cs="Arial"/>
              </w:rPr>
            </w:pPr>
          </w:p>
        </w:tc>
      </w:tr>
    </w:tbl>
    <w:p w14:paraId="07B854C7" w14:textId="77777777" w:rsidR="009F62F0" w:rsidRDefault="009F62F0">
      <w:pPr>
        <w:pStyle w:val="Titre2"/>
        <w:tabs>
          <w:tab w:val="left" w:pos="2268"/>
        </w:tabs>
        <w:rPr>
          <w:rFonts w:ascii="Arial" w:hAnsi="Arial" w:cs="Arial"/>
          <w:sz w:val="22"/>
          <w:szCs w:val="22"/>
        </w:rPr>
      </w:pPr>
    </w:p>
    <w:p w14:paraId="4599001A" w14:textId="77777777" w:rsidR="00A061B8" w:rsidRDefault="008F0715">
      <w:pPr>
        <w:pStyle w:val="fcase1ertab"/>
        <w:ind w:left="0" w:firstLine="0"/>
        <w:rPr>
          <w:rFonts w:ascii="Arial" w:hAnsi="Arial" w:cs="Arial"/>
          <w:sz w:val="22"/>
          <w:szCs w:val="22"/>
        </w:rPr>
      </w:pPr>
      <w:r>
        <w:rPr>
          <w:rFonts w:ascii="Arial" w:hAnsi="Arial" w:cs="Arial"/>
          <w:b/>
          <w:bCs/>
          <w:sz w:val="22"/>
          <w:szCs w:val="22"/>
        </w:rPr>
        <w:t>B</w:t>
      </w:r>
      <w:r w:rsidR="00B66CC9">
        <w:rPr>
          <w:rFonts w:ascii="Arial" w:hAnsi="Arial" w:cs="Arial"/>
          <w:b/>
          <w:bCs/>
          <w:sz w:val="22"/>
          <w:szCs w:val="22"/>
        </w:rPr>
        <w:t>3</w:t>
      </w:r>
      <w:r>
        <w:rPr>
          <w:rFonts w:ascii="Arial" w:hAnsi="Arial" w:cs="Arial"/>
          <w:b/>
          <w:bCs/>
          <w:sz w:val="22"/>
          <w:szCs w:val="22"/>
        </w:rPr>
        <w:t xml:space="preserve"> </w:t>
      </w:r>
      <w:r w:rsidR="00A061B8">
        <w:rPr>
          <w:rFonts w:ascii="Arial" w:hAnsi="Arial" w:cs="Arial"/>
          <w:b/>
          <w:bCs/>
          <w:sz w:val="22"/>
          <w:szCs w:val="22"/>
        </w:rPr>
        <w:t>- Compte à créditer</w:t>
      </w:r>
      <w:r w:rsidR="008B3776">
        <w:rPr>
          <w:rFonts w:ascii="Arial" w:hAnsi="Arial" w:cs="Arial"/>
          <w:b/>
          <w:bCs/>
          <w:sz w:val="22"/>
          <w:szCs w:val="22"/>
        </w:rPr>
        <w:t xml:space="preserve"> (titulaire individuel)</w:t>
      </w:r>
      <w:r w:rsidR="00A061B8">
        <w:rPr>
          <w:rFonts w:ascii="Arial" w:hAnsi="Arial" w:cs="Arial"/>
          <w:b/>
          <w:bCs/>
          <w:sz w:val="22"/>
          <w:szCs w:val="22"/>
        </w:rPr>
        <w:t> :</w:t>
      </w:r>
    </w:p>
    <w:p w14:paraId="19A5CCED" w14:textId="77777777"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08B34DA8" w14:textId="77777777"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 :</w:t>
      </w:r>
      <w:r w:rsidR="00943524">
        <w:rPr>
          <w:rFonts w:ascii="Arial" w:hAnsi="Arial" w:cs="Arial"/>
        </w:rPr>
        <w:t xml:space="preserve"> </w:t>
      </w:r>
      <w:r w:rsidR="00382AE1" w:rsidRPr="00C3319A">
        <w:rPr>
          <w:rFonts w:ascii="Arial" w:hAnsi="Arial" w:cs="Arial"/>
          <w:sz w:val="18"/>
          <w:szCs w:val="18"/>
        </w:rPr>
        <w:t>…………………………</w:t>
      </w:r>
    </w:p>
    <w:p w14:paraId="61B6EA4A" w14:textId="77777777"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 :</w:t>
      </w:r>
      <w:r w:rsidR="00382AE1">
        <w:rPr>
          <w:rFonts w:ascii="Arial" w:hAnsi="Arial" w:cs="Arial"/>
        </w:rPr>
        <w:t xml:space="preserve"> </w:t>
      </w:r>
      <w:r w:rsidR="00382AE1" w:rsidRPr="00C3319A">
        <w:rPr>
          <w:rFonts w:ascii="Arial" w:hAnsi="Arial" w:cs="Arial"/>
          <w:sz w:val="18"/>
          <w:szCs w:val="18"/>
        </w:rPr>
        <w:t>…………………………</w:t>
      </w:r>
    </w:p>
    <w:p w14:paraId="414704EE" w14:textId="77777777" w:rsidR="00813D91" w:rsidRDefault="00813D91" w:rsidP="00831B52">
      <w:pPr>
        <w:pStyle w:val="fcasegauche"/>
        <w:tabs>
          <w:tab w:val="left" w:pos="426"/>
        </w:tabs>
        <w:spacing w:before="60"/>
        <w:ind w:left="0" w:firstLine="0"/>
        <w:jc w:val="left"/>
        <w:rPr>
          <w:rFonts w:ascii="Arial" w:hAnsi="Arial" w:cs="Arial"/>
        </w:rPr>
      </w:pPr>
    </w:p>
    <w:p w14:paraId="5C94F574" w14:textId="77777777" w:rsidR="008B3776" w:rsidRDefault="008B3776" w:rsidP="008B3776">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14:paraId="5999388F" w14:textId="77777777" w:rsidR="008B3776" w:rsidRDefault="008B3776" w:rsidP="008B3776">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661BA27C" w14:textId="77777777" w:rsidR="008B3776" w:rsidRDefault="008B3776" w:rsidP="008B3776">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4D355566" w14:textId="77777777" w:rsidR="008B3776" w:rsidRDefault="008B3776" w:rsidP="008B3776">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lastRenderedPageBreak/>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121A088B" w14:textId="77777777" w:rsidR="008B3776" w:rsidRDefault="008B3776" w:rsidP="008B3776">
      <w:pPr>
        <w:pStyle w:val="fcasegauche"/>
        <w:tabs>
          <w:tab w:val="left" w:pos="426"/>
        </w:tabs>
        <w:spacing w:before="60"/>
        <w:ind w:left="0" w:firstLine="0"/>
        <w:jc w:val="left"/>
        <w:rPr>
          <w:rFonts w:ascii="Arial" w:hAnsi="Arial" w:cs="Arial"/>
          <w:sz w:val="18"/>
          <w:szCs w:val="18"/>
        </w:rPr>
      </w:pPr>
    </w:p>
    <w:p w14:paraId="0BC671D9" w14:textId="77777777" w:rsidR="008B3776" w:rsidRDefault="008B3776" w:rsidP="008B3776">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14:paraId="570A51E5" w14:textId="77777777" w:rsidR="008B3776" w:rsidRDefault="008B3776" w:rsidP="008B3776">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14:paraId="41F4A3A5" w14:textId="77777777" w:rsidR="008B3776" w:rsidRPr="008B3776" w:rsidRDefault="008B3776"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14:paraId="6136C888" w14:textId="77777777" w:rsidR="008B3776" w:rsidRDefault="008B3776" w:rsidP="00831B52">
      <w:pPr>
        <w:pStyle w:val="fcasegauche"/>
        <w:tabs>
          <w:tab w:val="left" w:pos="426"/>
        </w:tabs>
        <w:spacing w:before="60"/>
        <w:ind w:left="0" w:firstLine="0"/>
        <w:jc w:val="left"/>
        <w:rPr>
          <w:rFonts w:ascii="Arial" w:hAnsi="Arial" w:cs="Arial"/>
          <w:b/>
          <w:bCs/>
          <w:sz w:val="22"/>
          <w:szCs w:val="22"/>
        </w:rPr>
      </w:pPr>
    </w:p>
    <w:p w14:paraId="0DB7F036" w14:textId="77777777" w:rsidR="00006813" w:rsidRDefault="00006813" w:rsidP="00831B52">
      <w:pPr>
        <w:pStyle w:val="fcasegauche"/>
        <w:tabs>
          <w:tab w:val="left" w:pos="426"/>
        </w:tabs>
        <w:spacing w:before="60"/>
        <w:ind w:left="0" w:firstLine="0"/>
        <w:jc w:val="left"/>
        <w:rPr>
          <w:rFonts w:ascii="Arial" w:hAnsi="Arial" w:cs="Arial"/>
          <w:b/>
          <w:bCs/>
          <w:sz w:val="22"/>
          <w:szCs w:val="22"/>
        </w:rPr>
      </w:pPr>
    </w:p>
    <w:p w14:paraId="6487032F" w14:textId="77777777"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8B3776">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813D91">
        <w:rPr>
          <w:rFonts w:ascii="Arial" w:hAnsi="Arial" w:cs="Arial"/>
          <w:i/>
          <w:iCs/>
          <w:sz w:val="18"/>
          <w:szCs w:val="18"/>
        </w:rPr>
        <w:t>R2191</w:t>
      </w:r>
      <w:r w:rsidR="00726BF8">
        <w:rPr>
          <w:rFonts w:ascii="Arial" w:hAnsi="Arial" w:cs="Arial"/>
          <w:i/>
          <w:iCs/>
          <w:sz w:val="18"/>
          <w:szCs w:val="18"/>
        </w:rPr>
        <w:t>-16 du Code de la commande publique)</w:t>
      </w:r>
      <w:r w:rsidR="009F62F0">
        <w:rPr>
          <w:rFonts w:ascii="Arial" w:hAnsi="Arial" w:cs="Arial"/>
          <w:i/>
          <w:iCs/>
          <w:sz w:val="18"/>
          <w:szCs w:val="18"/>
        </w:rPr>
        <w:t>)</w:t>
      </w:r>
      <w:r w:rsidR="009F62F0">
        <w:rPr>
          <w:rFonts w:ascii="Arial" w:hAnsi="Arial" w:cs="Arial"/>
          <w:i/>
          <w:iCs/>
          <w:sz w:val="22"/>
          <w:szCs w:val="22"/>
        </w:rPr>
        <w:t xml:space="preserve"> </w:t>
      </w:r>
    </w:p>
    <w:p w14:paraId="2A920B6D" w14:textId="77777777" w:rsidR="00A061B8" w:rsidRDefault="00A061B8" w:rsidP="00831B52">
      <w:pPr>
        <w:pStyle w:val="fcasegauche"/>
        <w:tabs>
          <w:tab w:val="left" w:pos="426"/>
        </w:tabs>
        <w:spacing w:before="240" w:after="240"/>
        <w:ind w:left="0" w:firstLine="0"/>
        <w:jc w:val="left"/>
        <w:rPr>
          <w:rFonts w:ascii="Arial" w:hAnsi="Arial" w:cs="Arial"/>
        </w:rPr>
      </w:pPr>
      <w:r>
        <w:t>Je renonce au bénéfice de l'avance :</w:t>
      </w:r>
      <w:r>
        <w:tab/>
      </w:r>
      <w:r>
        <w:tab/>
      </w:r>
      <w:r>
        <w:tab/>
      </w:r>
      <w:r>
        <w:tab/>
      </w:r>
      <w:r>
        <w:tab/>
      </w:r>
      <w:bookmarkStart w:id="0" w:name="CaseACocher111"/>
      <w:r w:rsidR="00943524">
        <w:fldChar w:fldCharType="begin">
          <w:ffData>
            <w:name w:val="CaseACocher111"/>
            <w:enabled/>
            <w:calcOnExit w:val="0"/>
            <w:checkBox>
              <w:sizeAuto/>
              <w:default w:val="0"/>
            </w:checkBox>
          </w:ffData>
        </w:fldChar>
      </w:r>
      <w:r w:rsidR="00943524">
        <w:instrText xml:space="preserve"> FORMCHECKBOX </w:instrText>
      </w:r>
      <w:r w:rsidR="00DD716A">
        <w:fldChar w:fldCharType="separate"/>
      </w:r>
      <w:r w:rsidR="00943524">
        <w:fldChar w:fldCharType="end"/>
      </w:r>
      <w:bookmarkEnd w:id="0"/>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DD716A">
        <w:fldChar w:fldCharType="separate"/>
      </w:r>
      <w:r w:rsidR="00390663">
        <w:fldChar w:fldCharType="end"/>
      </w:r>
      <w:r>
        <w:tab/>
        <w:t>OUI</w:t>
      </w:r>
    </w:p>
    <w:p w14:paraId="3FCD16E9" w14:textId="77777777" w:rsidR="00A061B8" w:rsidRPr="007E72BE" w:rsidRDefault="008F0715">
      <w:pPr>
        <w:pStyle w:val="Titre4"/>
        <w:tabs>
          <w:tab w:val="clear" w:pos="-142"/>
          <w:tab w:val="clear" w:pos="4111"/>
          <w:tab w:val="left" w:pos="426"/>
        </w:tabs>
        <w:rPr>
          <w:sz w:val="22"/>
          <w:szCs w:val="22"/>
        </w:rPr>
      </w:pPr>
      <w:r w:rsidRPr="007E72BE">
        <w:rPr>
          <w:sz w:val="22"/>
          <w:szCs w:val="22"/>
        </w:rPr>
        <w:t>B</w:t>
      </w:r>
      <w:r w:rsidR="008B3776">
        <w:rPr>
          <w:sz w:val="22"/>
          <w:szCs w:val="22"/>
        </w:rPr>
        <w:t>6</w:t>
      </w:r>
      <w:r w:rsidRPr="007E72BE">
        <w:rPr>
          <w:sz w:val="22"/>
          <w:szCs w:val="22"/>
        </w:rPr>
        <w:t xml:space="preserve"> </w:t>
      </w:r>
      <w:r w:rsidR="00A061B8" w:rsidRPr="007E72BE">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C06427">
        <w:rPr>
          <w:sz w:val="22"/>
          <w:szCs w:val="22"/>
        </w:rPr>
        <w:t xml:space="preserve"> </w:t>
      </w:r>
      <w:r w:rsidR="00A061B8" w:rsidRPr="007E72BE">
        <w:rPr>
          <w:sz w:val="22"/>
          <w:szCs w:val="22"/>
        </w:rPr>
        <w:t>:</w:t>
      </w:r>
    </w:p>
    <w:p w14:paraId="39F4B8F8" w14:textId="77777777" w:rsidR="00A061B8" w:rsidRPr="007E72BE" w:rsidRDefault="00A061B8" w:rsidP="007E72BE">
      <w:pPr>
        <w:pStyle w:val="fcase1ertab"/>
        <w:spacing w:before="60" w:after="60"/>
        <w:ind w:left="0" w:firstLine="0"/>
      </w:pPr>
      <w:r w:rsidRPr="00A60A24">
        <w:t xml:space="preserve">La durée d’exécution du marché </w:t>
      </w:r>
      <w:r w:rsidR="00D27F48">
        <w:t>public</w:t>
      </w:r>
      <w:r w:rsidRPr="00A60A24">
        <w:t xml:space="preserve"> est de</w:t>
      </w:r>
      <w:r w:rsidR="006D6CBC">
        <w:t xml:space="preserve"> </w:t>
      </w:r>
      <w:r w:rsidR="00726BF8">
        <w:t xml:space="preserve">12 </w:t>
      </w:r>
      <w:r w:rsidRPr="00A60A24">
        <w:t>mois à compter de</w:t>
      </w:r>
      <w:r w:rsidR="007E72BE" w:rsidRPr="00A60A24">
        <w:t xml:space="preserve"> </w:t>
      </w:r>
      <w:r w:rsidRPr="00A60A24">
        <w:t>la date de notification du march</w:t>
      </w:r>
      <w:r w:rsidR="00D27F48">
        <w:t>é</w:t>
      </w:r>
      <w:r w:rsidR="007E72BE" w:rsidRPr="00A60A24">
        <w:t>.</w:t>
      </w:r>
      <w:r w:rsidR="00726BF8">
        <w:t xml:space="preserve"> Il </w:t>
      </w:r>
      <w:r w:rsidR="00390663">
        <w:t xml:space="preserve">est reconductible </w:t>
      </w:r>
      <w:r w:rsidR="00726BF8">
        <w:t xml:space="preserve">3 </w:t>
      </w:r>
      <w:r w:rsidR="00390663">
        <w:t>fois par période de 12 mois chacune, de manière tacite.</w:t>
      </w:r>
    </w:p>
    <w:p w14:paraId="7C68D124" w14:textId="77777777" w:rsidR="00943524" w:rsidRDefault="00943524">
      <w:pPr>
        <w:tabs>
          <w:tab w:val="left" w:pos="426"/>
        </w:tabs>
        <w:jc w:val="both"/>
        <w:rPr>
          <w:rFonts w:ascii="Arial" w:hAnsi="Arial" w:cs="Arial"/>
          <w:b/>
          <w:bCs/>
          <w:sz w:val="22"/>
          <w:szCs w:val="22"/>
        </w:rPr>
      </w:pPr>
    </w:p>
    <w:p w14:paraId="5C2C441E" w14:textId="77777777"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8B3776">
        <w:rPr>
          <w:rFonts w:ascii="Arial" w:hAnsi="Arial" w:cs="Arial"/>
          <w:b/>
          <w:bCs/>
          <w:sz w:val="22"/>
          <w:szCs w:val="22"/>
        </w:rPr>
        <w:t>7</w:t>
      </w:r>
      <w:r>
        <w:rPr>
          <w:rFonts w:ascii="Arial" w:hAnsi="Arial" w:cs="Arial"/>
          <w:b/>
          <w:bCs/>
          <w:sz w:val="22"/>
          <w:szCs w:val="22"/>
        </w:rPr>
        <w:t xml:space="preserve"> </w:t>
      </w:r>
      <w:r w:rsidR="00A061B8">
        <w:rPr>
          <w:rFonts w:ascii="Arial" w:hAnsi="Arial" w:cs="Arial"/>
          <w:b/>
          <w:bCs/>
          <w:sz w:val="22"/>
          <w:szCs w:val="22"/>
        </w:rPr>
        <w:t>- Délai de validité de l’offre :</w:t>
      </w:r>
    </w:p>
    <w:p w14:paraId="293E1E6C" w14:textId="37E14C81" w:rsidR="00390663" w:rsidRDefault="00E4790C" w:rsidP="00831B52">
      <w:pPr>
        <w:pStyle w:val="fcase1ertab"/>
        <w:spacing w:before="60" w:after="60"/>
        <w:ind w:left="0" w:firstLine="0"/>
      </w:pPr>
      <w:r>
        <w:t>Le délai de validité de</w:t>
      </w:r>
      <w:r w:rsidR="00A061B8">
        <w:t xml:space="preserve"> </w:t>
      </w:r>
      <w:r>
        <w:t>l’</w:t>
      </w:r>
      <w:r w:rsidR="00A061B8">
        <w:t>offre</w:t>
      </w:r>
      <w:r>
        <w:t xml:space="preserve"> est</w:t>
      </w:r>
      <w:r w:rsidR="00A061B8">
        <w:t xml:space="preserve"> </w:t>
      </w:r>
      <w:r w:rsidR="002274F6">
        <w:t>de</w:t>
      </w:r>
      <w:r w:rsidR="00726BF8">
        <w:t xml:space="preserve"> </w:t>
      </w:r>
      <w:r w:rsidR="00442B19">
        <w:t>90</w:t>
      </w:r>
      <w:r w:rsidR="004A1EE4">
        <w:t xml:space="preserve"> jours </w:t>
      </w:r>
      <w:r>
        <w:t>à compter de la date limite de remise des offres.</w:t>
      </w:r>
    </w:p>
    <w:p w14:paraId="4F21E1CF" w14:textId="77777777"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14:paraId="04781326" w14:textId="77777777">
        <w:tc>
          <w:tcPr>
            <w:tcW w:w="10419" w:type="dxa"/>
            <w:tcBorders>
              <w:top w:val="nil"/>
              <w:left w:val="nil"/>
              <w:bottom w:val="nil"/>
              <w:right w:val="nil"/>
            </w:tcBorders>
            <w:shd w:val="solid" w:color="66CCFF" w:fill="auto"/>
          </w:tcPr>
          <w:p w14:paraId="61E0B477" w14:textId="77777777" w:rsidR="00A061B8" w:rsidRDefault="00A061B8" w:rsidP="0050184C">
            <w:pPr>
              <w:tabs>
                <w:tab w:val="left" w:pos="-142"/>
                <w:tab w:val="left" w:pos="4111"/>
              </w:tabs>
              <w:jc w:val="both"/>
              <w:rPr>
                <w:rFonts w:ascii="Arial" w:hAnsi="Arial" w:cs="Arial"/>
                <w:b/>
                <w:bCs/>
                <w:sz w:val="22"/>
                <w:szCs w:val="22"/>
              </w:rPr>
            </w:pPr>
            <w:r>
              <w:rPr>
                <w:rFonts w:ascii="Arial" w:hAnsi="Arial" w:cs="Arial"/>
                <w:b/>
                <w:bCs/>
                <w:sz w:val="22"/>
                <w:szCs w:val="22"/>
              </w:rPr>
              <w:t xml:space="preserve">C -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 individuel ou, en cas de groupement, le mandataire dûment habilité ou chaque membre du groupement</w:t>
            </w:r>
            <w:r>
              <w:rPr>
                <w:rFonts w:ascii="Arial" w:hAnsi="Arial" w:cs="Arial"/>
                <w:b/>
                <w:bCs/>
                <w:sz w:val="22"/>
                <w:szCs w:val="22"/>
              </w:rPr>
              <w:t>.</w:t>
            </w:r>
          </w:p>
        </w:tc>
      </w:tr>
    </w:tbl>
    <w:p w14:paraId="0D834B16" w14:textId="77777777" w:rsidR="00A061B8" w:rsidRDefault="00A061B8">
      <w:pPr>
        <w:jc w:val="both"/>
        <w:rPr>
          <w:rFonts w:ascii="Arial" w:hAnsi="Arial" w:cs="Arial"/>
        </w:rPr>
      </w:pPr>
    </w:p>
    <w:p w14:paraId="00E439E7"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 :</w:t>
      </w:r>
    </w:p>
    <w:p w14:paraId="4E8DFB27" w14:textId="77777777" w:rsidR="00A92A0A" w:rsidRDefault="00A92A0A">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2694"/>
        <w:gridCol w:w="2976"/>
      </w:tblGrid>
      <w:tr w:rsidR="00A061B8" w14:paraId="6DE3A76F" w14:textId="77777777">
        <w:tc>
          <w:tcPr>
            <w:tcW w:w="4644" w:type="dxa"/>
            <w:vAlign w:val="center"/>
          </w:tcPr>
          <w:p w14:paraId="37E8F5C4" w14:textId="77777777" w:rsidR="00A061B8" w:rsidRDefault="00A061B8">
            <w:pPr>
              <w:jc w:val="center"/>
              <w:rPr>
                <w:rFonts w:ascii="Arial" w:hAnsi="Arial" w:cs="Arial"/>
                <w:b/>
                <w:bCs/>
              </w:rPr>
            </w:pPr>
            <w:r>
              <w:rPr>
                <w:rFonts w:ascii="Arial" w:hAnsi="Arial" w:cs="Arial"/>
                <w:b/>
                <w:bCs/>
              </w:rPr>
              <w:t>Nom, prénom et qualité</w:t>
            </w:r>
          </w:p>
          <w:p w14:paraId="7F292309" w14:textId="77777777" w:rsidR="00A061B8" w:rsidRDefault="00A061B8">
            <w:pPr>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vAlign w:val="center"/>
          </w:tcPr>
          <w:p w14:paraId="6832115E" w14:textId="77777777" w:rsidR="00A061B8" w:rsidRDefault="00A061B8">
            <w:pPr>
              <w:jc w:val="center"/>
              <w:rPr>
                <w:rFonts w:ascii="Arial" w:hAnsi="Arial" w:cs="Arial"/>
                <w:b/>
                <w:bCs/>
              </w:rPr>
            </w:pPr>
            <w:r>
              <w:rPr>
                <w:rFonts w:ascii="Arial" w:hAnsi="Arial" w:cs="Arial"/>
                <w:b/>
                <w:bCs/>
              </w:rPr>
              <w:t>Lieu et date de signature</w:t>
            </w:r>
          </w:p>
        </w:tc>
        <w:tc>
          <w:tcPr>
            <w:tcW w:w="2976" w:type="dxa"/>
            <w:vAlign w:val="center"/>
          </w:tcPr>
          <w:p w14:paraId="63D14226" w14:textId="77777777" w:rsidR="00A061B8" w:rsidRDefault="00A061B8">
            <w:pPr>
              <w:jc w:val="center"/>
              <w:rPr>
                <w:rFonts w:ascii="Arial" w:hAnsi="Arial" w:cs="Arial"/>
                <w:b/>
                <w:bCs/>
              </w:rPr>
            </w:pPr>
            <w:r>
              <w:rPr>
                <w:rFonts w:ascii="Arial" w:hAnsi="Arial" w:cs="Arial"/>
                <w:b/>
                <w:bCs/>
              </w:rPr>
              <w:t>Signature</w:t>
            </w:r>
          </w:p>
        </w:tc>
      </w:tr>
      <w:tr w:rsidR="00A061B8" w14:paraId="0A8C6256" w14:textId="77777777" w:rsidTr="00A92A0A">
        <w:trPr>
          <w:trHeight w:val="1273"/>
        </w:trPr>
        <w:tc>
          <w:tcPr>
            <w:tcW w:w="4644" w:type="dxa"/>
            <w:shd w:val="solid" w:color="CCECFF" w:fill="auto"/>
          </w:tcPr>
          <w:p w14:paraId="519B4249" w14:textId="77777777" w:rsidR="004E72E9" w:rsidRDefault="004E72E9">
            <w:pPr>
              <w:jc w:val="both"/>
              <w:rPr>
                <w:rFonts w:ascii="Arial" w:hAnsi="Arial" w:cs="Arial"/>
                <w:b/>
                <w:bCs/>
              </w:rPr>
            </w:pPr>
          </w:p>
          <w:p w14:paraId="4C4AD930" w14:textId="77777777" w:rsidR="004E72E9" w:rsidRPr="004E72E9" w:rsidRDefault="004E72E9">
            <w:pPr>
              <w:jc w:val="both"/>
              <w:rPr>
                <w:rFonts w:ascii="Arial" w:hAnsi="Arial" w:cs="Arial"/>
                <w:b/>
                <w:bCs/>
                <w:sz w:val="12"/>
              </w:rPr>
            </w:pPr>
          </w:p>
          <w:p w14:paraId="6E7AEB23" w14:textId="77777777" w:rsidR="00A061B8" w:rsidRDefault="00A061B8">
            <w:pPr>
              <w:jc w:val="both"/>
              <w:rPr>
                <w:rFonts w:ascii="Arial" w:hAnsi="Arial" w:cs="Arial"/>
                <w:b/>
                <w:bCs/>
              </w:rPr>
            </w:pPr>
          </w:p>
        </w:tc>
        <w:tc>
          <w:tcPr>
            <w:tcW w:w="2694" w:type="dxa"/>
            <w:shd w:val="solid" w:color="CCECFF" w:fill="auto"/>
          </w:tcPr>
          <w:p w14:paraId="7C9BA2B6" w14:textId="77777777" w:rsidR="00A061B8" w:rsidRDefault="00A061B8">
            <w:pPr>
              <w:jc w:val="both"/>
              <w:rPr>
                <w:rFonts w:ascii="Arial" w:hAnsi="Arial" w:cs="Arial"/>
                <w:b/>
                <w:bCs/>
              </w:rPr>
            </w:pPr>
          </w:p>
        </w:tc>
        <w:tc>
          <w:tcPr>
            <w:tcW w:w="2976" w:type="dxa"/>
            <w:shd w:val="solid" w:color="CCECFF" w:fill="auto"/>
          </w:tcPr>
          <w:p w14:paraId="79BE09D6" w14:textId="77777777" w:rsidR="00A061B8" w:rsidRDefault="00A061B8">
            <w:pPr>
              <w:jc w:val="both"/>
              <w:rPr>
                <w:rFonts w:ascii="Arial" w:hAnsi="Arial" w:cs="Arial"/>
                <w:b/>
                <w:bCs/>
              </w:rPr>
            </w:pPr>
          </w:p>
        </w:tc>
      </w:tr>
    </w:tbl>
    <w:p w14:paraId="46A54001" w14:textId="77777777" w:rsidR="00A061B8" w:rsidRDefault="00A061B8" w:rsidP="00831B52">
      <w:pPr>
        <w:spacing w:before="240" w:after="240"/>
        <w:jc w:val="both"/>
        <w:rPr>
          <w:rFonts w:ascii="Arial" w:hAnsi="Arial" w:cs="Arial"/>
          <w:sz w:val="18"/>
          <w:szCs w:val="18"/>
        </w:rPr>
      </w:pPr>
      <w:r>
        <w:rPr>
          <w:rFonts w:ascii="Arial" w:hAnsi="Arial" w:cs="Arial"/>
          <w:sz w:val="18"/>
          <w:szCs w:val="18"/>
        </w:rPr>
        <w:t>(*) Le signataire doit avoir le pouvoir d’engager la personne qu’il représente</w:t>
      </w:r>
      <w:r w:rsidR="00A92A0A">
        <w:rPr>
          <w:rFonts w:ascii="Arial" w:hAnsi="Arial" w:cs="Arial"/>
          <w:sz w:val="18"/>
          <w:szCs w:val="18"/>
        </w:rPr>
        <w:t>.</w:t>
      </w:r>
    </w:p>
    <w:p w14:paraId="4C953A22" w14:textId="77777777"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50184C">
        <w:rPr>
          <w:rFonts w:ascii="Arial" w:hAnsi="Arial" w:cs="Arial"/>
          <w:b/>
          <w:sz w:val="22"/>
          <w:szCs w:val="22"/>
        </w:rPr>
        <w:t>public</w:t>
      </w:r>
      <w:r>
        <w:rPr>
          <w:rFonts w:ascii="Arial" w:hAnsi="Arial" w:cs="Arial"/>
          <w:b/>
          <w:sz w:val="22"/>
          <w:szCs w:val="22"/>
        </w:rPr>
        <w:t xml:space="preserve"> en cas de groupement :</w:t>
      </w:r>
    </w:p>
    <w:p w14:paraId="13E4070A" w14:textId="77777777" w:rsidR="00A92A0A" w:rsidRDefault="00A92A0A" w:rsidP="00A92A0A">
      <w:pPr>
        <w:tabs>
          <w:tab w:val="left" w:pos="851"/>
        </w:tabs>
        <w:jc w:val="both"/>
      </w:pPr>
    </w:p>
    <w:p w14:paraId="2DEED88F" w14:textId="77777777" w:rsidR="00A92A0A" w:rsidRDefault="00A92A0A" w:rsidP="00A92A0A">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sidR="004B218C">
        <w:rPr>
          <w:rFonts w:ascii="Arial" w:hAnsi="Arial" w:cs="Arial"/>
          <w:i/>
          <w:sz w:val="18"/>
          <w:szCs w:val="18"/>
        </w:rPr>
        <w:t>2142-23 du Code de la commande publique</w:t>
      </w:r>
      <w:r>
        <w:rPr>
          <w:rFonts w:ascii="Arial" w:hAnsi="Arial" w:cs="Arial"/>
          <w:i/>
          <w:sz w:val="18"/>
          <w:szCs w:val="18"/>
        </w:rPr>
        <w:t>) </w:t>
      </w:r>
      <w:r>
        <w:rPr>
          <w:rFonts w:ascii="Arial" w:hAnsi="Arial" w:cs="Arial"/>
          <w:sz w:val="18"/>
          <w:szCs w:val="18"/>
        </w:rPr>
        <w:t>:</w:t>
      </w:r>
    </w:p>
    <w:p w14:paraId="3EF6BC31" w14:textId="77777777" w:rsidR="00D929F4" w:rsidRDefault="00A92A0A" w:rsidP="00A92A0A">
      <w:pPr>
        <w:tabs>
          <w:tab w:val="left" w:pos="851"/>
        </w:tabs>
        <w:rPr>
          <w:rFonts w:ascii="Arial" w:hAnsi="Arial" w:cs="Arial"/>
          <w:i/>
          <w:sz w:val="18"/>
          <w:szCs w:val="18"/>
        </w:rPr>
      </w:pPr>
      <w:proofErr w:type="gramStart"/>
      <w:r w:rsidRPr="009B45B9">
        <w:rPr>
          <w:rFonts w:ascii="Arial" w:hAnsi="Arial" w:cs="Arial"/>
          <w:i/>
          <w:sz w:val="18"/>
          <w:szCs w:val="18"/>
        </w:rPr>
        <w:t>nom</w:t>
      </w:r>
      <w:proofErr w:type="gramEnd"/>
      <w:r w:rsidRPr="009B45B9">
        <w:rPr>
          <w:rFonts w:ascii="Arial" w:hAnsi="Arial" w:cs="Arial"/>
          <w:i/>
          <w:sz w:val="18"/>
          <w:szCs w:val="18"/>
        </w:rPr>
        <w:t xml:space="preserve"> commercial</w:t>
      </w:r>
      <w:r w:rsidR="00D929F4">
        <w:rPr>
          <w:rFonts w:ascii="Arial" w:hAnsi="Arial" w:cs="Arial"/>
          <w:i/>
          <w:sz w:val="18"/>
          <w:szCs w:val="18"/>
        </w:rPr>
        <w:t> : ……………………………………..……………………………………………………………….</w:t>
      </w:r>
    </w:p>
    <w:p w14:paraId="1A9E8044" w14:textId="77777777" w:rsidR="00A92A0A" w:rsidRPr="00503D87" w:rsidRDefault="00A92A0A" w:rsidP="00A92A0A">
      <w:pPr>
        <w:tabs>
          <w:tab w:val="left" w:pos="851"/>
        </w:tabs>
        <w:rPr>
          <w:rFonts w:ascii="Arial" w:hAnsi="Arial" w:cs="Arial"/>
          <w:i/>
          <w:sz w:val="18"/>
          <w:szCs w:val="18"/>
        </w:rPr>
      </w:pPr>
      <w:proofErr w:type="gramStart"/>
      <w:r w:rsidRPr="009B45B9">
        <w:rPr>
          <w:rFonts w:ascii="Arial" w:hAnsi="Arial" w:cs="Arial"/>
          <w:i/>
          <w:sz w:val="18"/>
          <w:szCs w:val="18"/>
        </w:rPr>
        <w:t>dén</w:t>
      </w:r>
      <w:r w:rsidR="00503D87">
        <w:rPr>
          <w:rFonts w:ascii="Arial" w:hAnsi="Arial" w:cs="Arial"/>
          <w:i/>
          <w:sz w:val="18"/>
          <w:szCs w:val="18"/>
        </w:rPr>
        <w:t>omination</w:t>
      </w:r>
      <w:proofErr w:type="gramEnd"/>
      <w:r w:rsidR="00503D87">
        <w:rPr>
          <w:rFonts w:ascii="Arial" w:hAnsi="Arial" w:cs="Arial"/>
          <w:i/>
          <w:sz w:val="18"/>
          <w:szCs w:val="18"/>
        </w:rPr>
        <w:t xml:space="preserve"> sociale du mandataire : ……………….</w:t>
      </w:r>
      <w:r w:rsidR="00D929F4">
        <w:rPr>
          <w:rFonts w:ascii="Arial" w:hAnsi="Arial" w:cs="Arial"/>
          <w:i/>
          <w:sz w:val="18"/>
          <w:szCs w:val="18"/>
        </w:rPr>
        <w:t>………………………………………………………………</w:t>
      </w:r>
    </w:p>
    <w:p w14:paraId="4DAB69B9" w14:textId="77777777" w:rsidR="00A92A0A" w:rsidRDefault="00A92A0A" w:rsidP="00A92A0A">
      <w:pPr>
        <w:tabs>
          <w:tab w:val="left" w:pos="851"/>
        </w:tabs>
        <w:rPr>
          <w:rFonts w:ascii="Arial" w:hAnsi="Arial" w:cs="Arial"/>
        </w:rPr>
      </w:pPr>
    </w:p>
    <w:p w14:paraId="4403C0D0" w14:textId="77777777" w:rsidR="00A92A0A" w:rsidRDefault="00A92A0A" w:rsidP="00A92A0A">
      <w:pPr>
        <w:tabs>
          <w:tab w:val="left" w:pos="851"/>
        </w:tabs>
        <w:rPr>
          <w:rFonts w:ascii="Arial" w:hAnsi="Arial" w:cs="Arial"/>
        </w:rPr>
      </w:pPr>
    </w:p>
    <w:p w14:paraId="5F08C6E6" w14:textId="77777777" w:rsidR="00A92A0A" w:rsidRDefault="00A92A0A" w:rsidP="00A92A0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6EC34F80" w14:textId="77777777" w:rsidR="00A92A0A" w:rsidRDefault="00A92A0A" w:rsidP="00A92A0A">
      <w:pPr>
        <w:pStyle w:val="fcase1ertab"/>
        <w:tabs>
          <w:tab w:val="left" w:pos="851"/>
        </w:tabs>
        <w:rPr>
          <w:rFonts w:ascii="Arial" w:hAnsi="Arial" w:cs="Arial"/>
        </w:rPr>
      </w:pPr>
      <w:r>
        <w:rPr>
          <w:rFonts w:ascii="Arial" w:hAnsi="Arial" w:cs="Arial"/>
          <w:i/>
          <w:iCs/>
          <w:sz w:val="18"/>
          <w:szCs w:val="18"/>
        </w:rPr>
        <w:t>(Cocher la case correspondante.)</w:t>
      </w:r>
    </w:p>
    <w:p w14:paraId="55CDDB8F" w14:textId="77777777" w:rsidR="00A92A0A" w:rsidRDefault="00A92A0A" w:rsidP="00A92A0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rPr>
          <w:rFonts w:ascii="Arial" w:hAnsi="Arial" w:cs="Arial"/>
          <w:iCs/>
        </w:rPr>
        <w:t xml:space="preserve"> </w:t>
      </w:r>
      <w:r>
        <w:rPr>
          <w:rFonts w:ascii="Arial" w:hAnsi="Arial" w:cs="Arial"/>
        </w:rPr>
        <w:t>solidaire</w:t>
      </w:r>
    </w:p>
    <w:p w14:paraId="556CD2BE" w14:textId="77777777" w:rsidR="00A92A0A" w:rsidRDefault="00A92A0A" w:rsidP="00A92A0A">
      <w:pPr>
        <w:tabs>
          <w:tab w:val="left" w:pos="851"/>
        </w:tabs>
        <w:rPr>
          <w:rFonts w:ascii="Arial" w:hAnsi="Arial" w:cs="Arial"/>
        </w:rPr>
      </w:pPr>
    </w:p>
    <w:p w14:paraId="4ADD9C0A" w14:textId="77777777" w:rsidR="00A92A0A" w:rsidRDefault="00A92A0A" w:rsidP="00A92A0A">
      <w:pPr>
        <w:tabs>
          <w:tab w:val="left" w:pos="851"/>
        </w:tabs>
        <w:rPr>
          <w:rFonts w:ascii="Arial" w:hAnsi="Arial" w:cs="Arial"/>
        </w:rPr>
      </w:pPr>
    </w:p>
    <w:p w14:paraId="32B7FD61" w14:textId="77777777" w:rsidR="00A92A0A" w:rsidRDefault="00A92A0A" w:rsidP="00A92A0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t xml:space="preserve"> </w:t>
      </w:r>
      <w:r>
        <w:rPr>
          <w:rFonts w:ascii="Arial" w:hAnsi="Arial" w:cs="Arial"/>
        </w:rPr>
        <w:t>Les membres du groupement ont donné mandat au mandataire, qui signe le présent acte d’engagement :</w:t>
      </w:r>
    </w:p>
    <w:p w14:paraId="57805298" w14:textId="77777777" w:rsidR="00A92A0A" w:rsidRDefault="00A92A0A" w:rsidP="00A92A0A">
      <w:pPr>
        <w:tabs>
          <w:tab w:val="left" w:pos="851"/>
        </w:tabs>
        <w:rPr>
          <w:rFonts w:ascii="Arial" w:hAnsi="Arial" w:cs="Arial"/>
        </w:rPr>
      </w:pPr>
      <w:r>
        <w:rPr>
          <w:rFonts w:ascii="Arial" w:hAnsi="Arial" w:cs="Arial"/>
          <w:i/>
          <w:sz w:val="18"/>
          <w:szCs w:val="18"/>
        </w:rPr>
        <w:t>(Cocher la ou les cases correspondantes.)</w:t>
      </w:r>
    </w:p>
    <w:p w14:paraId="70ED81AF" w14:textId="77777777" w:rsidR="00A92A0A" w:rsidRDefault="00A92A0A" w:rsidP="00A92A0A">
      <w:pPr>
        <w:pStyle w:val="fcasegauche"/>
        <w:tabs>
          <w:tab w:val="left" w:pos="426"/>
          <w:tab w:val="left" w:pos="851"/>
        </w:tabs>
        <w:spacing w:after="0"/>
        <w:ind w:left="0" w:firstLine="0"/>
        <w:jc w:val="left"/>
        <w:rPr>
          <w:rFonts w:ascii="Arial" w:hAnsi="Arial" w:cs="Arial"/>
        </w:rPr>
      </w:pPr>
    </w:p>
    <w:p w14:paraId="62950910" w14:textId="77777777" w:rsidR="00A92A0A" w:rsidRDefault="00A92A0A" w:rsidP="00A92A0A">
      <w:pPr>
        <w:tabs>
          <w:tab w:val="left" w:pos="851"/>
        </w:tabs>
        <w:ind w:left="1695" w:hanging="1695"/>
        <w:rPr>
          <w:rFonts w:ascii="Arial" w:hAnsi="Arial" w:cs="Arial"/>
        </w:rPr>
      </w:pPr>
      <w:r>
        <w:lastRenderedPageBreak/>
        <w:tab/>
      </w: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0A8999A3" w14:textId="77777777" w:rsidR="00A92A0A" w:rsidRDefault="00A92A0A" w:rsidP="00A92A0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BD7A821" w14:textId="77777777" w:rsidR="00A92A0A" w:rsidRDefault="00A92A0A" w:rsidP="00A92A0A">
      <w:pPr>
        <w:tabs>
          <w:tab w:val="left" w:pos="851"/>
        </w:tabs>
        <w:rPr>
          <w:rFonts w:ascii="Arial" w:hAnsi="Arial" w:cs="Arial"/>
        </w:rPr>
      </w:pPr>
    </w:p>
    <w:p w14:paraId="7B59D061" w14:textId="77777777" w:rsidR="00A92A0A" w:rsidRDefault="00A92A0A" w:rsidP="00A92A0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3F9C03A3" w14:textId="77777777" w:rsidR="00A92A0A" w:rsidRDefault="00A92A0A" w:rsidP="00A92A0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F445B5B" w14:textId="77777777" w:rsidR="00A92A0A" w:rsidRDefault="00A92A0A" w:rsidP="00A92A0A">
      <w:pPr>
        <w:tabs>
          <w:tab w:val="left" w:pos="851"/>
        </w:tabs>
        <w:rPr>
          <w:rFonts w:ascii="Arial" w:hAnsi="Arial" w:cs="Arial"/>
          <w:iCs/>
        </w:rPr>
      </w:pPr>
    </w:p>
    <w:p w14:paraId="5C719569" w14:textId="77777777" w:rsidR="00A92A0A" w:rsidRDefault="00A92A0A" w:rsidP="00A92A0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C7DD7CE" w14:textId="77777777" w:rsidR="00A92A0A" w:rsidRDefault="00A92A0A" w:rsidP="00A92A0A">
      <w:pPr>
        <w:tabs>
          <w:tab w:val="left" w:pos="851"/>
        </w:tabs>
        <w:ind w:left="1134" w:hanging="850"/>
        <w:rPr>
          <w:rFonts w:ascii="Arial" w:hAnsi="Arial" w:cs="Arial"/>
          <w:i/>
          <w:sz w:val="18"/>
          <w:szCs w:val="18"/>
        </w:rPr>
      </w:pPr>
    </w:p>
    <w:p w14:paraId="52CCBA93" w14:textId="77777777" w:rsidR="00A92A0A" w:rsidRDefault="00A92A0A" w:rsidP="00A92A0A">
      <w:pPr>
        <w:tabs>
          <w:tab w:val="left" w:pos="851"/>
        </w:tabs>
        <w:ind w:left="1134" w:hanging="850"/>
        <w:rPr>
          <w:rFonts w:ascii="Arial" w:hAnsi="Arial" w:cs="Arial"/>
          <w:i/>
          <w:sz w:val="18"/>
          <w:szCs w:val="18"/>
        </w:rPr>
      </w:pPr>
    </w:p>
    <w:p w14:paraId="131E70D9" w14:textId="77777777" w:rsidR="00A92A0A" w:rsidRDefault="00A92A0A" w:rsidP="00A92A0A">
      <w:pPr>
        <w:tabs>
          <w:tab w:val="left" w:pos="851"/>
        </w:tabs>
        <w:rPr>
          <w:rFonts w:ascii="Arial" w:hAnsi="Arial" w:cs="Arial"/>
          <w:i/>
          <w:sz w:val="18"/>
          <w:szCs w:val="18"/>
        </w:rPr>
      </w:pPr>
    </w:p>
    <w:p w14:paraId="11DBE756" w14:textId="77777777" w:rsidR="00A92A0A" w:rsidRDefault="00A92A0A" w:rsidP="00A92A0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t xml:space="preserve"> </w:t>
      </w:r>
      <w:r>
        <w:rPr>
          <w:rFonts w:ascii="Arial" w:hAnsi="Arial" w:cs="Arial"/>
        </w:rPr>
        <w:t>Les membres du groupement, qui signent le présent acte d’engagement :</w:t>
      </w:r>
    </w:p>
    <w:p w14:paraId="3C46920E" w14:textId="77777777" w:rsidR="00A92A0A" w:rsidRDefault="00A92A0A" w:rsidP="00A92A0A">
      <w:pPr>
        <w:tabs>
          <w:tab w:val="left" w:pos="851"/>
        </w:tabs>
        <w:rPr>
          <w:rFonts w:ascii="Arial" w:hAnsi="Arial" w:cs="Arial"/>
        </w:rPr>
      </w:pPr>
      <w:r>
        <w:rPr>
          <w:rFonts w:ascii="Arial" w:hAnsi="Arial" w:cs="Arial"/>
          <w:i/>
          <w:sz w:val="18"/>
          <w:szCs w:val="18"/>
        </w:rPr>
        <w:t>(Cocher la case correspondante.)</w:t>
      </w:r>
    </w:p>
    <w:p w14:paraId="7A5DE552" w14:textId="77777777" w:rsidR="00A92A0A" w:rsidRDefault="00A92A0A" w:rsidP="00A92A0A">
      <w:pPr>
        <w:tabs>
          <w:tab w:val="left" w:pos="851"/>
        </w:tabs>
        <w:rPr>
          <w:rFonts w:ascii="Arial" w:hAnsi="Arial" w:cs="Arial"/>
        </w:rPr>
      </w:pPr>
    </w:p>
    <w:p w14:paraId="7F336A81" w14:textId="77777777" w:rsidR="00A92A0A" w:rsidRDefault="00A92A0A" w:rsidP="00A92A0A">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tab/>
      </w:r>
      <w:r w:rsidR="00C06427">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7289D078" w14:textId="77777777" w:rsidR="00A92A0A" w:rsidRDefault="00A92A0A" w:rsidP="00A92A0A">
      <w:pPr>
        <w:tabs>
          <w:tab w:val="left" w:pos="851"/>
        </w:tabs>
        <w:ind w:left="1701" w:hanging="850"/>
        <w:jc w:val="both"/>
      </w:pPr>
    </w:p>
    <w:p w14:paraId="2C0F844E" w14:textId="77777777" w:rsidR="00A92A0A" w:rsidRDefault="00A92A0A" w:rsidP="00A92A0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rPr>
          <w:rFonts w:ascii="Arial" w:hAnsi="Arial" w:cs="Arial"/>
        </w:rPr>
        <w:tab/>
      </w:r>
      <w:r w:rsidR="00C06427">
        <w:rPr>
          <w:rFonts w:ascii="Arial" w:hAnsi="Arial" w:cs="Arial"/>
        </w:rPr>
        <w:t>Donnent</w:t>
      </w:r>
      <w:r>
        <w:rPr>
          <w:rFonts w:ascii="Arial" w:hAnsi="Arial" w:cs="Arial"/>
        </w:rPr>
        <w:t xml:space="preserve"> mandat au mandataire, qui l’accepte, pour signer, en leur nom et pour leur compte, les modifications ultérieures du marché ou de l’accord-cadre ;</w:t>
      </w:r>
    </w:p>
    <w:p w14:paraId="6A536FC9" w14:textId="77777777" w:rsidR="00A92A0A" w:rsidRDefault="00A92A0A" w:rsidP="00A92A0A">
      <w:pPr>
        <w:tabs>
          <w:tab w:val="left" w:pos="851"/>
        </w:tabs>
        <w:rPr>
          <w:rFonts w:ascii="Arial" w:hAnsi="Arial" w:cs="Arial"/>
          <w:iCs/>
        </w:rPr>
      </w:pPr>
    </w:p>
    <w:p w14:paraId="1DF46EDA" w14:textId="77777777" w:rsidR="00A92A0A" w:rsidRDefault="00A92A0A" w:rsidP="00A92A0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D716A">
        <w:fldChar w:fldCharType="separate"/>
      </w:r>
      <w:r>
        <w:fldChar w:fldCharType="end"/>
      </w:r>
      <w:r>
        <w:rPr>
          <w:rFonts w:ascii="Arial" w:hAnsi="Arial" w:cs="Arial"/>
          <w:i/>
          <w:iCs/>
        </w:rPr>
        <w:t xml:space="preserve"> </w:t>
      </w:r>
      <w:r>
        <w:rPr>
          <w:rFonts w:ascii="Arial" w:hAnsi="Arial" w:cs="Arial"/>
        </w:rPr>
        <w:tab/>
      </w:r>
      <w:r w:rsidR="00C06427">
        <w:rPr>
          <w:rFonts w:ascii="Arial" w:hAnsi="Arial" w:cs="Arial"/>
        </w:rPr>
        <w:t>Donnent</w:t>
      </w:r>
      <w:r>
        <w:rPr>
          <w:rFonts w:ascii="Arial" w:hAnsi="Arial" w:cs="Arial"/>
        </w:rPr>
        <w:t xml:space="preserve"> mandat au mandataire dans les conditions définies ci-dessous :</w:t>
      </w:r>
    </w:p>
    <w:p w14:paraId="21C0E597" w14:textId="1EA1AC49" w:rsidR="00726BF8" w:rsidRPr="003B3A31" w:rsidRDefault="00A92A0A" w:rsidP="003B3A31">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0034A2A2" w14:textId="77777777" w:rsidR="00726BF8" w:rsidRDefault="00726BF8" w:rsidP="00A92A0A">
      <w:pPr>
        <w:tabs>
          <w:tab w:val="left" w:pos="851"/>
        </w:tabs>
        <w:ind w:left="1134" w:hanging="850"/>
        <w:rPr>
          <w:rFonts w:ascii="Arial" w:hAnsi="Arial" w:cs="Arial"/>
        </w:rPr>
      </w:pPr>
    </w:p>
    <w:p w14:paraId="7E4FCCFB" w14:textId="77777777" w:rsidR="00726BF8" w:rsidRDefault="00726BF8" w:rsidP="00A92A0A">
      <w:pPr>
        <w:tabs>
          <w:tab w:val="left" w:pos="851"/>
        </w:tabs>
        <w:ind w:left="1134" w:hanging="850"/>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14:paraId="545FC0DF" w14:textId="77777777" w:rsidTr="00A92A0A">
        <w:tc>
          <w:tcPr>
            <w:tcW w:w="4644" w:type="dxa"/>
            <w:shd w:val="clear" w:color="auto" w:fill="auto"/>
            <w:vAlign w:val="center"/>
          </w:tcPr>
          <w:p w14:paraId="5677B8DD" w14:textId="77777777" w:rsidR="00A92A0A" w:rsidRDefault="00A92A0A" w:rsidP="00D46337">
            <w:pPr>
              <w:tabs>
                <w:tab w:val="left" w:pos="851"/>
              </w:tabs>
              <w:jc w:val="center"/>
              <w:rPr>
                <w:rFonts w:ascii="Arial" w:hAnsi="Arial" w:cs="Arial"/>
                <w:b/>
                <w:bCs/>
              </w:rPr>
            </w:pPr>
            <w:r>
              <w:rPr>
                <w:rFonts w:ascii="Arial" w:hAnsi="Arial" w:cs="Arial"/>
                <w:b/>
                <w:bCs/>
              </w:rPr>
              <w:t>Nom, prénom et qualité</w:t>
            </w:r>
          </w:p>
          <w:p w14:paraId="49FBCBEE" w14:textId="77777777" w:rsidR="00A92A0A" w:rsidRDefault="00A92A0A" w:rsidP="00D4633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shd w:val="clear" w:color="auto" w:fill="auto"/>
            <w:vAlign w:val="center"/>
          </w:tcPr>
          <w:p w14:paraId="5BCB348A" w14:textId="77777777"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14:paraId="1DAB6C20" w14:textId="77777777"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14:paraId="656A0C14" w14:textId="77777777" w:rsidTr="00A92A0A">
        <w:trPr>
          <w:trHeight w:val="1021"/>
        </w:trPr>
        <w:tc>
          <w:tcPr>
            <w:tcW w:w="4644" w:type="dxa"/>
            <w:shd w:val="clear" w:color="auto" w:fill="CCFFFF"/>
          </w:tcPr>
          <w:p w14:paraId="7876FC28"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07B47FDF"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329A52DF" w14:textId="77777777" w:rsidR="00A92A0A" w:rsidRDefault="00A92A0A" w:rsidP="00D46337">
            <w:pPr>
              <w:tabs>
                <w:tab w:val="left" w:pos="851"/>
              </w:tabs>
              <w:snapToGrid w:val="0"/>
              <w:jc w:val="both"/>
              <w:rPr>
                <w:rFonts w:ascii="Arial" w:hAnsi="Arial" w:cs="Arial"/>
                <w:b/>
                <w:bCs/>
              </w:rPr>
            </w:pPr>
          </w:p>
        </w:tc>
      </w:tr>
      <w:tr w:rsidR="00A92A0A" w14:paraId="5AE50405" w14:textId="77777777" w:rsidTr="00A92A0A">
        <w:trPr>
          <w:trHeight w:val="1021"/>
        </w:trPr>
        <w:tc>
          <w:tcPr>
            <w:tcW w:w="4644" w:type="dxa"/>
            <w:shd w:val="clear" w:color="auto" w:fill="auto"/>
          </w:tcPr>
          <w:p w14:paraId="305E37A7"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2989DA16"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28803E5B" w14:textId="77777777" w:rsidR="00A92A0A" w:rsidRDefault="00A92A0A" w:rsidP="00D46337">
            <w:pPr>
              <w:tabs>
                <w:tab w:val="left" w:pos="851"/>
              </w:tabs>
              <w:snapToGrid w:val="0"/>
              <w:jc w:val="both"/>
              <w:rPr>
                <w:rFonts w:ascii="Arial" w:hAnsi="Arial" w:cs="Arial"/>
                <w:b/>
                <w:bCs/>
              </w:rPr>
            </w:pPr>
          </w:p>
        </w:tc>
      </w:tr>
      <w:tr w:rsidR="00A92A0A" w14:paraId="3CA2D502" w14:textId="77777777" w:rsidTr="00A92A0A">
        <w:trPr>
          <w:trHeight w:val="1021"/>
        </w:trPr>
        <w:tc>
          <w:tcPr>
            <w:tcW w:w="4644" w:type="dxa"/>
            <w:shd w:val="clear" w:color="auto" w:fill="CCFFFF"/>
          </w:tcPr>
          <w:p w14:paraId="1ED8214A" w14:textId="77777777" w:rsidR="00A92A0A" w:rsidRDefault="00A92A0A" w:rsidP="00D46337">
            <w:pPr>
              <w:tabs>
                <w:tab w:val="left" w:pos="851"/>
              </w:tabs>
              <w:snapToGrid w:val="0"/>
              <w:jc w:val="both"/>
              <w:rPr>
                <w:rFonts w:ascii="Arial" w:hAnsi="Arial" w:cs="Arial"/>
                <w:b/>
                <w:bCs/>
              </w:rPr>
            </w:pPr>
          </w:p>
        </w:tc>
        <w:tc>
          <w:tcPr>
            <w:tcW w:w="2694" w:type="dxa"/>
            <w:shd w:val="clear" w:color="auto" w:fill="CCFFFF"/>
          </w:tcPr>
          <w:p w14:paraId="6481D5D1" w14:textId="77777777" w:rsidR="00A92A0A" w:rsidRDefault="00A92A0A" w:rsidP="00D46337">
            <w:pPr>
              <w:tabs>
                <w:tab w:val="left" w:pos="851"/>
              </w:tabs>
              <w:snapToGrid w:val="0"/>
              <w:jc w:val="both"/>
              <w:rPr>
                <w:rFonts w:ascii="Arial" w:hAnsi="Arial" w:cs="Arial"/>
                <w:b/>
                <w:bCs/>
              </w:rPr>
            </w:pPr>
          </w:p>
        </w:tc>
        <w:tc>
          <w:tcPr>
            <w:tcW w:w="3056" w:type="dxa"/>
            <w:shd w:val="clear" w:color="auto" w:fill="CCFFFF"/>
          </w:tcPr>
          <w:p w14:paraId="63F4AD22" w14:textId="77777777" w:rsidR="00A92A0A" w:rsidRDefault="00A92A0A" w:rsidP="00D46337">
            <w:pPr>
              <w:tabs>
                <w:tab w:val="left" w:pos="851"/>
              </w:tabs>
              <w:snapToGrid w:val="0"/>
              <w:jc w:val="both"/>
              <w:rPr>
                <w:rFonts w:ascii="Arial" w:hAnsi="Arial" w:cs="Arial"/>
                <w:b/>
                <w:bCs/>
              </w:rPr>
            </w:pPr>
          </w:p>
        </w:tc>
      </w:tr>
      <w:tr w:rsidR="00A92A0A" w14:paraId="1BEB1E0B" w14:textId="77777777" w:rsidTr="00A92A0A">
        <w:trPr>
          <w:trHeight w:val="1021"/>
        </w:trPr>
        <w:tc>
          <w:tcPr>
            <w:tcW w:w="4644" w:type="dxa"/>
            <w:shd w:val="clear" w:color="auto" w:fill="auto"/>
          </w:tcPr>
          <w:p w14:paraId="4DD27788" w14:textId="77777777" w:rsidR="00A92A0A" w:rsidRDefault="00A92A0A" w:rsidP="00D46337">
            <w:pPr>
              <w:tabs>
                <w:tab w:val="left" w:pos="851"/>
              </w:tabs>
              <w:snapToGrid w:val="0"/>
              <w:jc w:val="both"/>
              <w:rPr>
                <w:rFonts w:ascii="Arial" w:hAnsi="Arial" w:cs="Arial"/>
                <w:b/>
                <w:bCs/>
              </w:rPr>
            </w:pPr>
          </w:p>
        </w:tc>
        <w:tc>
          <w:tcPr>
            <w:tcW w:w="2694" w:type="dxa"/>
            <w:shd w:val="clear" w:color="auto" w:fill="auto"/>
          </w:tcPr>
          <w:p w14:paraId="1E407307" w14:textId="77777777" w:rsidR="00A92A0A" w:rsidRDefault="00A92A0A" w:rsidP="00D46337">
            <w:pPr>
              <w:tabs>
                <w:tab w:val="left" w:pos="851"/>
              </w:tabs>
              <w:snapToGrid w:val="0"/>
              <w:jc w:val="both"/>
              <w:rPr>
                <w:rFonts w:ascii="Arial" w:hAnsi="Arial" w:cs="Arial"/>
                <w:b/>
                <w:bCs/>
              </w:rPr>
            </w:pPr>
          </w:p>
        </w:tc>
        <w:tc>
          <w:tcPr>
            <w:tcW w:w="3056" w:type="dxa"/>
            <w:shd w:val="clear" w:color="auto" w:fill="auto"/>
          </w:tcPr>
          <w:p w14:paraId="2989861F" w14:textId="77777777" w:rsidR="00A92A0A" w:rsidRDefault="00A92A0A" w:rsidP="00D46337">
            <w:pPr>
              <w:tabs>
                <w:tab w:val="left" w:pos="851"/>
              </w:tabs>
              <w:snapToGrid w:val="0"/>
              <w:jc w:val="both"/>
              <w:rPr>
                <w:rFonts w:ascii="Arial" w:hAnsi="Arial" w:cs="Arial"/>
                <w:b/>
                <w:bCs/>
              </w:rPr>
            </w:pPr>
          </w:p>
        </w:tc>
      </w:tr>
    </w:tbl>
    <w:p w14:paraId="25EC4A1D" w14:textId="77777777" w:rsidR="00A92A0A" w:rsidRDefault="00A92A0A" w:rsidP="00831B52">
      <w:pPr>
        <w:spacing w:before="240" w:after="240"/>
        <w:jc w:val="both"/>
        <w:rPr>
          <w:rFonts w:ascii="Arial" w:hAnsi="Arial" w:cs="Arial"/>
          <w:sz w:val="18"/>
          <w:szCs w:val="18"/>
        </w:rPr>
      </w:pPr>
      <w:r>
        <w:rPr>
          <w:rFonts w:ascii="Arial" w:hAnsi="Arial" w:cs="Arial"/>
          <w:sz w:val="18"/>
          <w:szCs w:val="18"/>
        </w:rPr>
        <w:t>(*) Le signataire doit avoir le pouvoir d’engager la personne qu’il représente.</w:t>
      </w: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6A84745A" w14:textId="77777777">
        <w:tc>
          <w:tcPr>
            <w:tcW w:w="10277" w:type="dxa"/>
            <w:tcBorders>
              <w:top w:val="nil"/>
              <w:left w:val="nil"/>
              <w:bottom w:val="nil"/>
              <w:right w:val="nil"/>
            </w:tcBorders>
            <w:shd w:val="solid" w:color="66CCFF" w:fill="auto"/>
          </w:tcPr>
          <w:p w14:paraId="74E40443" w14:textId="77777777" w:rsidR="00A061B8" w:rsidRDefault="00A061B8">
            <w:pPr>
              <w:pStyle w:val="Titre4"/>
              <w:rPr>
                <w:sz w:val="22"/>
                <w:szCs w:val="22"/>
              </w:rPr>
            </w:pPr>
            <w:r>
              <w:rPr>
                <w:sz w:val="22"/>
                <w:szCs w:val="22"/>
              </w:rPr>
              <w:br w:type="page"/>
            </w:r>
            <w:r>
              <w:rPr>
                <w:sz w:val="22"/>
                <w:szCs w:val="22"/>
              </w:rPr>
              <w:br w:type="page"/>
              <w:t xml:space="preserve">D - Identification du pouvoir adjudicateur </w:t>
            </w:r>
          </w:p>
        </w:tc>
      </w:tr>
    </w:tbl>
    <w:p w14:paraId="76707DD4" w14:textId="77777777"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4769DD">
        <w:rPr>
          <w:rFonts w:ascii="Arial" w:hAnsi="Arial" w:cs="Arial"/>
        </w:rPr>
        <w:t xml:space="preserve"> </w:t>
      </w:r>
      <w:r w:rsidRPr="0050384D">
        <w:rPr>
          <w:rFonts w:ascii="Arial" w:hAnsi="Arial" w:cs="Arial"/>
        </w:rPr>
        <w:t>:</w:t>
      </w:r>
    </w:p>
    <w:p w14:paraId="549825C0" w14:textId="77777777" w:rsidR="00A061B8" w:rsidRDefault="00C15627">
      <w:pPr>
        <w:pStyle w:val="En-tte"/>
        <w:tabs>
          <w:tab w:val="clear" w:pos="4536"/>
          <w:tab w:val="clear" w:pos="9072"/>
        </w:tabs>
        <w:jc w:val="both"/>
        <w:rPr>
          <w:rFonts w:ascii="Arial" w:hAnsi="Arial" w:cs="Arial"/>
        </w:rPr>
      </w:pPr>
      <w:r>
        <w:rPr>
          <w:rFonts w:ascii="Arial" w:hAnsi="Arial" w:cs="Arial"/>
        </w:rPr>
        <w:t>Direction générale de l’Aviation Civile</w:t>
      </w:r>
    </w:p>
    <w:p w14:paraId="317F5A74" w14:textId="77777777" w:rsidR="003B3A31" w:rsidRPr="00B627AB" w:rsidRDefault="003B3A31" w:rsidP="003B3A31">
      <w:pPr>
        <w:tabs>
          <w:tab w:val="left" w:pos="426"/>
          <w:tab w:val="left" w:pos="851"/>
        </w:tabs>
        <w:jc w:val="both"/>
        <w:rPr>
          <w:rFonts w:ascii="Arial" w:hAnsi="Arial" w:cs="Arial"/>
        </w:rPr>
      </w:pPr>
      <w:r>
        <w:rPr>
          <w:rFonts w:ascii="Arial" w:hAnsi="Arial" w:cs="Arial"/>
        </w:rPr>
        <w:t>Secrétariat Général</w:t>
      </w:r>
    </w:p>
    <w:p w14:paraId="022930F1" w14:textId="77777777" w:rsidR="00A061B8" w:rsidRDefault="00C15627">
      <w:pPr>
        <w:pStyle w:val="En-tte"/>
        <w:tabs>
          <w:tab w:val="clear" w:pos="4536"/>
          <w:tab w:val="clear" w:pos="9072"/>
        </w:tabs>
        <w:jc w:val="both"/>
        <w:rPr>
          <w:rFonts w:ascii="Arial" w:hAnsi="Arial" w:cs="Arial"/>
        </w:rPr>
      </w:pPr>
      <w:r>
        <w:rPr>
          <w:rFonts w:ascii="Arial" w:hAnsi="Arial" w:cs="Arial"/>
        </w:rPr>
        <w:t xml:space="preserve">50 rue </w:t>
      </w:r>
      <w:r w:rsidR="00E4790C">
        <w:rPr>
          <w:rFonts w:ascii="Arial" w:hAnsi="Arial" w:cs="Arial"/>
        </w:rPr>
        <w:t xml:space="preserve">Henry </w:t>
      </w:r>
      <w:r>
        <w:rPr>
          <w:rFonts w:ascii="Arial" w:hAnsi="Arial" w:cs="Arial"/>
        </w:rPr>
        <w:t>Farman</w:t>
      </w:r>
    </w:p>
    <w:p w14:paraId="01474FB7" w14:textId="77777777" w:rsidR="00A061B8" w:rsidRDefault="00C15627">
      <w:pPr>
        <w:pStyle w:val="En-tte"/>
        <w:tabs>
          <w:tab w:val="clear" w:pos="4536"/>
          <w:tab w:val="clear" w:pos="9072"/>
        </w:tabs>
        <w:jc w:val="both"/>
        <w:rPr>
          <w:rFonts w:ascii="Arial" w:hAnsi="Arial" w:cs="Arial"/>
        </w:rPr>
      </w:pPr>
      <w:r>
        <w:rPr>
          <w:rFonts w:ascii="Arial" w:hAnsi="Arial" w:cs="Arial"/>
        </w:rPr>
        <w:t>75720 Paris cedex 15</w:t>
      </w:r>
    </w:p>
    <w:p w14:paraId="27C9E1DF" w14:textId="77777777" w:rsidR="00726BF8" w:rsidRPr="00726BF8" w:rsidRDefault="00726BF8">
      <w:pPr>
        <w:pStyle w:val="En-tte"/>
        <w:tabs>
          <w:tab w:val="clear" w:pos="4536"/>
          <w:tab w:val="clear" w:pos="9072"/>
        </w:tabs>
        <w:jc w:val="both"/>
        <w:rPr>
          <w:rFonts w:ascii="Arial" w:hAnsi="Arial" w:cs="Arial"/>
          <w:b/>
        </w:rPr>
      </w:pPr>
      <w:r>
        <w:rPr>
          <w:rFonts w:ascii="Arial" w:hAnsi="Arial" w:cs="Arial"/>
          <w:b/>
        </w:rPr>
        <w:t>Numéro d’identification intracommunautaire de la DGAC : FR 29 120 064 019</w:t>
      </w:r>
    </w:p>
    <w:p w14:paraId="06EAEFF1" w14:textId="77777777"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lastRenderedPageBreak/>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 :</w:t>
      </w:r>
    </w:p>
    <w:p w14:paraId="7E039F44" w14:textId="77777777" w:rsidR="00C034DF" w:rsidRDefault="00C034DF" w:rsidP="00C034DF">
      <w:pPr>
        <w:pStyle w:val="En-tte"/>
        <w:tabs>
          <w:tab w:val="clear" w:pos="4536"/>
          <w:tab w:val="clear" w:pos="9072"/>
        </w:tabs>
        <w:jc w:val="both"/>
        <w:rPr>
          <w:rFonts w:ascii="Arial" w:hAnsi="Arial" w:cs="Arial"/>
        </w:rPr>
      </w:pPr>
      <w:r w:rsidRPr="00722685">
        <w:rPr>
          <w:rFonts w:ascii="Arial" w:hAnsi="Arial" w:cs="Arial"/>
        </w:rPr>
        <w:t>La Secrétaire générale ou son représentant, conformément au décret 2005-850 du 27 juillet 2005 relatif aux délégations de signature des membres du Gouvernement et selon la décision du 22 janvier 2015 portant délégation de signature du directeur général de l’aviation civile en matière de titres exécutoires.</w:t>
      </w:r>
    </w:p>
    <w:p w14:paraId="6C01EA6D" w14:textId="280CACA2" w:rsidR="00E4790C" w:rsidRDefault="00A061B8" w:rsidP="00B627AB">
      <w:pPr>
        <w:spacing w:before="240" w:after="240"/>
        <w:jc w:val="both"/>
        <w:rPr>
          <w:rFonts w:ascii="Arial" w:hAnsi="Arial" w:cs="Arial"/>
        </w:rPr>
      </w:pPr>
      <w:r w:rsidRPr="00E26E23">
        <w:rPr>
          <w:rFonts w:ascii="Arial" w:hAnsi="Arial" w:cs="Arial"/>
          <w:b/>
          <w:bCs/>
          <w:color w:val="66CCFF"/>
          <w:spacing w:val="-10"/>
          <w:position w:val="-2"/>
        </w:rPr>
        <w:sym w:font="Wingdings" w:char="F06E"/>
      </w:r>
      <w:r w:rsidRPr="00E26E23">
        <w:rPr>
          <w:rFonts w:ascii="Arial" w:hAnsi="Arial" w:cs="Arial"/>
          <w:b/>
          <w:bCs/>
          <w:spacing w:val="-10"/>
          <w:position w:val="-2"/>
        </w:rPr>
        <w:t xml:space="preserve"> </w:t>
      </w:r>
      <w:r w:rsidRPr="00E26E23">
        <w:rPr>
          <w:rFonts w:ascii="Arial" w:hAnsi="Arial" w:cs="Arial"/>
          <w:b/>
          <w:bCs/>
        </w:rPr>
        <w:t>Personne habilitée à donner les renseignements prévus</w:t>
      </w:r>
      <w:r w:rsidR="00E26E23" w:rsidRPr="00E26E23">
        <w:rPr>
          <w:rFonts w:ascii="Arial" w:hAnsi="Arial" w:cs="Arial"/>
          <w:b/>
          <w:bCs/>
        </w:rPr>
        <w:t xml:space="preserve"> aux articles R2191-59 à R2191-62du code de la commande publique </w:t>
      </w:r>
      <w:r w:rsidRPr="00E26E23">
        <w:rPr>
          <w:rFonts w:ascii="Arial" w:hAnsi="Arial" w:cs="Arial"/>
          <w:b/>
          <w:bCs/>
        </w:rPr>
        <w:t>(nantissements ou cessions de créances)</w:t>
      </w:r>
      <w:r w:rsidRPr="00E26E23">
        <w:rPr>
          <w:rFonts w:ascii="Arial" w:hAnsi="Arial" w:cs="Arial"/>
          <w:b/>
          <w:bCs/>
          <w:iCs/>
          <w:sz w:val="18"/>
          <w:szCs w:val="18"/>
        </w:rPr>
        <w:t> :</w:t>
      </w:r>
    </w:p>
    <w:p w14:paraId="208B3D6D" w14:textId="77777777" w:rsidR="000F2FA2" w:rsidRDefault="000F2FA2" w:rsidP="000F2FA2">
      <w:pPr>
        <w:pStyle w:val="En-tte"/>
        <w:tabs>
          <w:tab w:val="clear" w:pos="4536"/>
          <w:tab w:val="clear" w:pos="9072"/>
        </w:tabs>
        <w:jc w:val="both"/>
        <w:rPr>
          <w:rFonts w:ascii="Arial" w:hAnsi="Arial" w:cs="Arial"/>
        </w:rPr>
      </w:pPr>
      <w:r>
        <w:rPr>
          <w:rFonts w:ascii="Arial" w:hAnsi="Arial" w:cs="Arial"/>
        </w:rPr>
        <w:t>Direction générale de l’Aviation Civile</w:t>
      </w:r>
    </w:p>
    <w:p w14:paraId="18C052BF" w14:textId="77777777" w:rsidR="000F2FA2" w:rsidRDefault="000F2FA2" w:rsidP="000F2FA2">
      <w:pPr>
        <w:pStyle w:val="En-tte"/>
        <w:tabs>
          <w:tab w:val="clear" w:pos="4536"/>
          <w:tab w:val="clear" w:pos="9072"/>
        </w:tabs>
        <w:jc w:val="both"/>
        <w:rPr>
          <w:rFonts w:ascii="Arial" w:hAnsi="Arial" w:cs="Arial"/>
        </w:rPr>
      </w:pPr>
      <w:r>
        <w:rPr>
          <w:rFonts w:ascii="Arial" w:hAnsi="Arial" w:cs="Arial"/>
        </w:rPr>
        <w:t>50 rue Henry Farman</w:t>
      </w:r>
    </w:p>
    <w:p w14:paraId="25331C31" w14:textId="77777777" w:rsidR="000F2FA2" w:rsidRDefault="000F2FA2" w:rsidP="000F2FA2">
      <w:pPr>
        <w:pStyle w:val="En-tte"/>
        <w:tabs>
          <w:tab w:val="clear" w:pos="4536"/>
          <w:tab w:val="clear" w:pos="9072"/>
        </w:tabs>
        <w:jc w:val="both"/>
        <w:rPr>
          <w:rFonts w:ascii="Arial" w:hAnsi="Arial" w:cs="Arial"/>
        </w:rPr>
      </w:pPr>
      <w:r>
        <w:rPr>
          <w:rFonts w:ascii="Arial" w:hAnsi="Arial" w:cs="Arial"/>
        </w:rPr>
        <w:t>75720 Paris cedex 15</w:t>
      </w:r>
    </w:p>
    <w:p w14:paraId="40AEA661" w14:textId="3B37D534" w:rsidR="00A92A0A" w:rsidRDefault="000F2FA2">
      <w:pPr>
        <w:pStyle w:val="fcase2metab"/>
        <w:ind w:left="0" w:firstLine="0"/>
        <w:rPr>
          <w:rFonts w:ascii="Arial" w:hAnsi="Arial" w:cs="Arial"/>
        </w:rPr>
      </w:pPr>
      <w:r>
        <w:rPr>
          <w:rFonts w:ascii="Arial" w:hAnsi="Arial" w:cs="Arial"/>
        </w:rPr>
        <w:t>T</w:t>
      </w:r>
      <w:r w:rsidR="003C591A">
        <w:rPr>
          <w:rFonts w:ascii="Arial" w:hAnsi="Arial" w:cs="Arial"/>
        </w:rPr>
        <w:t>él</w:t>
      </w:r>
      <w:r>
        <w:rPr>
          <w:rFonts w:ascii="Arial" w:hAnsi="Arial" w:cs="Arial"/>
        </w:rPr>
        <w:t>éphone</w:t>
      </w:r>
      <w:r w:rsidR="003C591A">
        <w:rPr>
          <w:rFonts w:ascii="Arial" w:hAnsi="Arial" w:cs="Arial"/>
        </w:rPr>
        <w:t xml:space="preserve"> : </w:t>
      </w:r>
      <w:r w:rsidR="00C15627">
        <w:rPr>
          <w:rFonts w:ascii="Arial" w:hAnsi="Arial" w:cs="Arial"/>
        </w:rPr>
        <w:t>01.58.09.43.21</w:t>
      </w:r>
    </w:p>
    <w:p w14:paraId="0731A218" w14:textId="77777777"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 adresse, numéro de téléphone du comptable assignataire :</w:t>
      </w:r>
    </w:p>
    <w:p w14:paraId="162437CE" w14:textId="77777777" w:rsidR="00A061B8" w:rsidRDefault="00C15627">
      <w:pPr>
        <w:pStyle w:val="fcase2metab"/>
        <w:rPr>
          <w:rFonts w:ascii="Arial" w:hAnsi="Arial" w:cs="Arial"/>
        </w:rPr>
      </w:pPr>
      <w:r>
        <w:rPr>
          <w:rFonts w:ascii="Arial" w:hAnsi="Arial" w:cs="Arial"/>
        </w:rPr>
        <w:t>L’agent comptable</w:t>
      </w:r>
      <w:r w:rsidR="00C3319A">
        <w:rPr>
          <w:rFonts w:ascii="Arial" w:hAnsi="Arial" w:cs="Arial"/>
        </w:rPr>
        <w:t xml:space="preserve"> du</w:t>
      </w:r>
      <w:r>
        <w:rPr>
          <w:rFonts w:ascii="Arial" w:hAnsi="Arial" w:cs="Arial"/>
        </w:rPr>
        <w:t xml:space="preserve"> </w:t>
      </w:r>
      <w:r w:rsidR="00C3319A">
        <w:rPr>
          <w:rFonts w:ascii="Arial" w:hAnsi="Arial" w:cs="Arial"/>
        </w:rPr>
        <w:t>BACEA</w:t>
      </w:r>
    </w:p>
    <w:p w14:paraId="067D9F73" w14:textId="77777777"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l’Aviation Civile</w:t>
      </w:r>
    </w:p>
    <w:p w14:paraId="1C5AA871" w14:textId="77777777" w:rsidR="00C15627" w:rsidRDefault="00C15627">
      <w:pPr>
        <w:pStyle w:val="fcase2metab"/>
        <w:rPr>
          <w:rFonts w:ascii="Arial" w:hAnsi="Arial" w:cs="Arial"/>
        </w:rPr>
      </w:pPr>
      <w:r>
        <w:rPr>
          <w:rFonts w:ascii="Arial" w:hAnsi="Arial" w:cs="Arial"/>
        </w:rPr>
        <w:t>50 rue</w:t>
      </w:r>
      <w:r w:rsidR="00FF185E">
        <w:rPr>
          <w:rFonts w:ascii="Arial" w:hAnsi="Arial" w:cs="Arial"/>
        </w:rPr>
        <w:t xml:space="preserve"> Henry</w:t>
      </w:r>
      <w:r>
        <w:rPr>
          <w:rFonts w:ascii="Arial" w:hAnsi="Arial" w:cs="Arial"/>
        </w:rPr>
        <w:t xml:space="preserve"> Farman</w:t>
      </w:r>
    </w:p>
    <w:p w14:paraId="5CFCAA3A" w14:textId="77777777" w:rsidR="00C15627" w:rsidRDefault="00C15627">
      <w:pPr>
        <w:pStyle w:val="fcase2metab"/>
        <w:rPr>
          <w:rFonts w:ascii="Arial" w:hAnsi="Arial" w:cs="Arial"/>
        </w:rPr>
      </w:pPr>
      <w:r>
        <w:rPr>
          <w:rFonts w:ascii="Arial" w:hAnsi="Arial" w:cs="Arial"/>
        </w:rPr>
        <w:t>75720 Paris cedex 15</w:t>
      </w:r>
    </w:p>
    <w:p w14:paraId="641B4F3B" w14:textId="77777777" w:rsidR="00C15627" w:rsidRDefault="005B416C" w:rsidP="00C15627">
      <w:pPr>
        <w:pStyle w:val="fcase2metab"/>
        <w:ind w:left="0" w:firstLine="0"/>
        <w:rPr>
          <w:rFonts w:ascii="Arial" w:hAnsi="Arial" w:cs="Arial"/>
        </w:rPr>
      </w:pPr>
      <w:r>
        <w:rPr>
          <w:rFonts w:ascii="Arial" w:hAnsi="Arial" w:cs="Arial"/>
        </w:rPr>
        <w:t xml:space="preserve">Téléphone : </w:t>
      </w:r>
      <w:r w:rsidR="00C15627">
        <w:rPr>
          <w:rFonts w:ascii="Arial" w:hAnsi="Arial" w:cs="Arial"/>
        </w:rPr>
        <w:t>01.58.09.46.76</w:t>
      </w:r>
      <w:r w:rsidR="00C15627" w:rsidRPr="00C15627">
        <w:rPr>
          <w:rFonts w:ascii="Arial" w:hAnsi="Arial" w:cs="Arial"/>
        </w:rPr>
        <w:t xml:space="preserve"> </w:t>
      </w:r>
    </w:p>
    <w:p w14:paraId="06BB7450" w14:textId="77777777"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rPr>
        <w:t xml:space="preserve">  Imputation budgétaire :</w:t>
      </w:r>
    </w:p>
    <w:p w14:paraId="6069C76D" w14:textId="77777777"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C034DF">
        <w:rPr>
          <w:rFonts w:ascii="Arial" w:hAnsi="Arial" w:cs="Arial"/>
        </w:rPr>
        <w:t> : P 612 – P613 – P614</w:t>
      </w:r>
    </w:p>
    <w:p w14:paraId="298B1FCA" w14:textId="5C4418D6" w:rsidR="00A061B8" w:rsidRDefault="00A061B8">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14:paraId="535B8EB1" w14:textId="77777777">
        <w:tc>
          <w:tcPr>
            <w:tcW w:w="10277" w:type="dxa"/>
            <w:tcBorders>
              <w:top w:val="nil"/>
              <w:left w:val="nil"/>
              <w:bottom w:val="nil"/>
              <w:right w:val="nil"/>
            </w:tcBorders>
            <w:shd w:val="solid" w:color="66CCFF" w:fill="auto"/>
          </w:tcPr>
          <w:p w14:paraId="594F5422" w14:textId="77777777"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 Décision du pouvoir adjudicateur </w:t>
            </w:r>
          </w:p>
        </w:tc>
      </w:tr>
    </w:tbl>
    <w:p w14:paraId="7A7DFD2E" w14:textId="77777777" w:rsidR="00DD40EB" w:rsidRDefault="00A061B8" w:rsidP="00DD40EB">
      <w:pPr>
        <w:spacing w:before="240" w:after="240"/>
        <w:rPr>
          <w:rFonts w:ascii="Arial" w:hAnsi="Arial" w:cs="Arial"/>
        </w:rPr>
      </w:pPr>
      <w:r>
        <w:rPr>
          <w:rFonts w:ascii="Arial" w:hAnsi="Arial" w:cs="Arial"/>
          <w:b/>
          <w:bCs/>
          <w:sz w:val="22"/>
          <w:szCs w:val="22"/>
        </w:rPr>
        <w:t>La présente offre est acceptée.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DD40EB" w:rsidRPr="007F587B" w14:paraId="1879E680" w14:textId="77777777" w:rsidTr="007F587B">
        <w:trPr>
          <w:trHeight w:val="6425"/>
          <w:jc w:val="center"/>
        </w:trPr>
        <w:tc>
          <w:tcPr>
            <w:tcW w:w="5495" w:type="dxa"/>
            <w:shd w:val="clear" w:color="auto" w:fill="auto"/>
          </w:tcPr>
          <w:p w14:paraId="4E66C898" w14:textId="77777777" w:rsidR="00DD40EB" w:rsidRPr="007F587B" w:rsidRDefault="00DD40EB" w:rsidP="007F587B">
            <w:pPr>
              <w:tabs>
                <w:tab w:val="left" w:pos="3402"/>
                <w:tab w:val="left" w:pos="6237"/>
                <w:tab w:val="left" w:pos="9072"/>
              </w:tabs>
              <w:jc w:val="both"/>
              <w:rPr>
                <w:rFonts w:ascii="Arial" w:hAnsi="Arial" w:cs="Arial"/>
                <w:b/>
                <w:bCs/>
                <w:caps/>
              </w:rPr>
            </w:pPr>
          </w:p>
          <w:p w14:paraId="582A44DC" w14:textId="77777777" w:rsidR="00DD40EB" w:rsidRPr="007F587B" w:rsidRDefault="00DD40EB" w:rsidP="007F587B">
            <w:pPr>
              <w:tabs>
                <w:tab w:val="left" w:pos="3402"/>
                <w:tab w:val="left" w:pos="6237"/>
                <w:tab w:val="left" w:pos="9072"/>
              </w:tabs>
              <w:jc w:val="both"/>
              <w:rPr>
                <w:rFonts w:ascii="Arial" w:hAnsi="Arial" w:cs="Arial"/>
                <w:b/>
                <w:bCs/>
                <w:caps/>
              </w:rPr>
            </w:pPr>
          </w:p>
          <w:p w14:paraId="68A09D5C" w14:textId="77777777" w:rsidR="00DD40EB" w:rsidRPr="007F587B" w:rsidRDefault="00DD40EB" w:rsidP="007F587B">
            <w:pPr>
              <w:tabs>
                <w:tab w:val="left" w:pos="5245"/>
                <w:tab w:val="left" w:pos="7371"/>
                <w:tab w:val="left" w:pos="7655"/>
              </w:tabs>
              <w:jc w:val="both"/>
              <w:rPr>
                <w:rFonts w:ascii="Arial" w:hAnsi="Arial" w:cs="Arial"/>
              </w:rPr>
            </w:pPr>
            <w:r w:rsidRPr="007F587B">
              <w:rPr>
                <w:rFonts w:ascii="Arial" w:hAnsi="Arial" w:cs="Arial"/>
              </w:rPr>
              <w:t>A : Paris, le …………………</w:t>
            </w:r>
          </w:p>
          <w:p w14:paraId="74C1D2C5" w14:textId="77777777" w:rsidR="00DD40EB" w:rsidRPr="007F587B" w:rsidRDefault="00DD40EB" w:rsidP="007F587B">
            <w:pPr>
              <w:tabs>
                <w:tab w:val="left" w:pos="3402"/>
                <w:tab w:val="left" w:pos="6237"/>
                <w:tab w:val="left" w:pos="9072"/>
              </w:tabs>
              <w:jc w:val="both"/>
              <w:rPr>
                <w:rFonts w:ascii="Arial" w:hAnsi="Arial" w:cs="Arial"/>
                <w:b/>
                <w:bCs/>
                <w:caps/>
              </w:rPr>
            </w:pPr>
          </w:p>
          <w:p w14:paraId="4ABFD58A" w14:textId="77777777" w:rsidR="00DD40EB" w:rsidRPr="007F587B" w:rsidRDefault="00DD40EB" w:rsidP="007F587B">
            <w:pPr>
              <w:tabs>
                <w:tab w:val="left" w:pos="3402"/>
                <w:tab w:val="left" w:pos="6237"/>
                <w:tab w:val="left" w:pos="9072"/>
              </w:tabs>
              <w:jc w:val="both"/>
              <w:rPr>
                <w:rFonts w:ascii="Arial" w:hAnsi="Arial" w:cs="Arial"/>
                <w:b/>
                <w:bCs/>
                <w:caps/>
              </w:rPr>
            </w:pPr>
          </w:p>
          <w:p w14:paraId="3C6FE048" w14:textId="77777777" w:rsidR="00792292" w:rsidRPr="007F587B" w:rsidRDefault="00792292" w:rsidP="007F587B">
            <w:pPr>
              <w:tabs>
                <w:tab w:val="left" w:pos="3402"/>
                <w:tab w:val="left" w:pos="6237"/>
                <w:tab w:val="left" w:pos="9072"/>
              </w:tabs>
              <w:jc w:val="both"/>
              <w:rPr>
                <w:rFonts w:ascii="Arial" w:hAnsi="Arial" w:cs="Arial"/>
                <w:b/>
                <w:bCs/>
                <w:caps/>
              </w:rPr>
            </w:pPr>
          </w:p>
          <w:p w14:paraId="2AFBF922" w14:textId="77777777" w:rsidR="00792292" w:rsidRPr="007F587B" w:rsidRDefault="00792292" w:rsidP="007F587B">
            <w:pPr>
              <w:tabs>
                <w:tab w:val="left" w:pos="3402"/>
                <w:tab w:val="left" w:pos="6237"/>
                <w:tab w:val="left" w:pos="9072"/>
              </w:tabs>
              <w:jc w:val="both"/>
              <w:rPr>
                <w:rFonts w:ascii="Arial" w:hAnsi="Arial" w:cs="Arial"/>
                <w:b/>
                <w:bCs/>
                <w:caps/>
              </w:rPr>
            </w:pPr>
          </w:p>
          <w:p w14:paraId="1F915210" w14:textId="77777777" w:rsidR="00792292" w:rsidRPr="007F587B" w:rsidRDefault="00792292" w:rsidP="007F587B">
            <w:pPr>
              <w:tabs>
                <w:tab w:val="left" w:pos="3402"/>
                <w:tab w:val="left" w:pos="6237"/>
                <w:tab w:val="left" w:pos="9072"/>
              </w:tabs>
              <w:jc w:val="both"/>
              <w:rPr>
                <w:rFonts w:ascii="Arial" w:hAnsi="Arial" w:cs="Arial"/>
                <w:b/>
                <w:bCs/>
                <w:caps/>
              </w:rPr>
            </w:pPr>
          </w:p>
          <w:p w14:paraId="2505F8F2" w14:textId="77777777" w:rsidR="00792292" w:rsidRPr="007F587B" w:rsidRDefault="00792292" w:rsidP="007F587B">
            <w:pPr>
              <w:tabs>
                <w:tab w:val="left" w:pos="3402"/>
                <w:tab w:val="left" w:pos="6237"/>
                <w:tab w:val="left" w:pos="9072"/>
              </w:tabs>
              <w:jc w:val="both"/>
              <w:rPr>
                <w:rFonts w:ascii="Arial" w:hAnsi="Arial" w:cs="Arial"/>
                <w:b/>
                <w:bCs/>
                <w:caps/>
              </w:rPr>
            </w:pPr>
          </w:p>
          <w:p w14:paraId="712C1A2D" w14:textId="77777777" w:rsidR="00792292" w:rsidRPr="007F587B" w:rsidRDefault="00792292" w:rsidP="007F587B">
            <w:pPr>
              <w:tabs>
                <w:tab w:val="left" w:pos="3402"/>
                <w:tab w:val="left" w:pos="6237"/>
                <w:tab w:val="left" w:pos="9072"/>
              </w:tabs>
              <w:jc w:val="both"/>
              <w:rPr>
                <w:rFonts w:ascii="Arial" w:hAnsi="Arial" w:cs="Arial"/>
                <w:b/>
                <w:bCs/>
                <w:caps/>
              </w:rPr>
            </w:pPr>
          </w:p>
          <w:p w14:paraId="43F52E61" w14:textId="77777777" w:rsidR="00792292" w:rsidRPr="007F587B" w:rsidRDefault="00792292" w:rsidP="007F587B">
            <w:pPr>
              <w:tabs>
                <w:tab w:val="left" w:pos="3402"/>
                <w:tab w:val="left" w:pos="6237"/>
                <w:tab w:val="left" w:pos="9072"/>
              </w:tabs>
              <w:jc w:val="both"/>
              <w:rPr>
                <w:rFonts w:ascii="Arial" w:hAnsi="Arial" w:cs="Arial"/>
                <w:b/>
                <w:bCs/>
                <w:caps/>
              </w:rPr>
            </w:pPr>
          </w:p>
          <w:p w14:paraId="300106CC" w14:textId="77777777" w:rsidR="00792292" w:rsidRPr="007F587B" w:rsidRDefault="00792292" w:rsidP="007F587B">
            <w:pPr>
              <w:tabs>
                <w:tab w:val="left" w:pos="3402"/>
                <w:tab w:val="left" w:pos="6237"/>
                <w:tab w:val="left" w:pos="9072"/>
              </w:tabs>
              <w:jc w:val="both"/>
              <w:rPr>
                <w:rFonts w:ascii="Arial" w:hAnsi="Arial" w:cs="Arial"/>
                <w:b/>
                <w:bCs/>
                <w:caps/>
              </w:rPr>
            </w:pPr>
          </w:p>
          <w:p w14:paraId="326E857E" w14:textId="77777777" w:rsidR="00792292" w:rsidRPr="007F587B" w:rsidRDefault="00792292" w:rsidP="007F587B">
            <w:pPr>
              <w:tabs>
                <w:tab w:val="left" w:pos="3402"/>
                <w:tab w:val="left" w:pos="6237"/>
                <w:tab w:val="left" w:pos="9072"/>
              </w:tabs>
              <w:jc w:val="both"/>
              <w:rPr>
                <w:rFonts w:ascii="Arial" w:hAnsi="Arial" w:cs="Arial"/>
                <w:b/>
                <w:bCs/>
                <w:caps/>
              </w:rPr>
            </w:pPr>
          </w:p>
          <w:p w14:paraId="55041441" w14:textId="77777777" w:rsidR="00792292" w:rsidRDefault="00792292" w:rsidP="007F587B">
            <w:pPr>
              <w:jc w:val="center"/>
            </w:pPr>
          </w:p>
          <w:p w14:paraId="1889E785" w14:textId="77777777" w:rsidR="00DD40EB" w:rsidRPr="007F587B" w:rsidRDefault="00DD40EB" w:rsidP="007F587B">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 :</w:t>
            </w:r>
          </w:p>
          <w:p w14:paraId="7D838DFD" w14:textId="77777777" w:rsidR="00DD40EB" w:rsidRPr="007F587B" w:rsidRDefault="00DD40EB" w:rsidP="007F587B">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(Visa ou avis de l’autorité chargée du contrôle financier)</w:t>
            </w:r>
          </w:p>
          <w:p w14:paraId="3AEB1759" w14:textId="77777777" w:rsidR="00DD40EB" w:rsidRPr="007F587B" w:rsidRDefault="00DD40EB" w:rsidP="007F587B">
            <w:pPr>
              <w:jc w:val="center"/>
              <w:rPr>
                <w:rFonts w:ascii="Arial" w:hAnsi="Arial" w:cs="Arial"/>
                <w:b/>
              </w:rPr>
            </w:pPr>
          </w:p>
          <w:p w14:paraId="67EB95A9" w14:textId="77777777" w:rsidR="00DD40EB" w:rsidRPr="007F587B" w:rsidRDefault="00DD40EB" w:rsidP="00DD40EB">
            <w:pPr>
              <w:rPr>
                <w:rFonts w:ascii="Arial" w:hAnsi="Arial" w:cs="Arial"/>
              </w:rPr>
            </w:pPr>
            <w:r w:rsidRPr="007F587B" w:rsidDel="002A1C99">
              <w:rPr>
                <w:rFonts w:ascii="Arial" w:hAnsi="Arial" w:cs="Arial"/>
                <w:b/>
                <w:bCs/>
                <w:caps/>
              </w:rPr>
              <w:t xml:space="preserve"> </w:t>
            </w:r>
          </w:p>
        </w:tc>
        <w:tc>
          <w:tcPr>
            <w:tcW w:w="4926" w:type="dxa"/>
            <w:shd w:val="clear" w:color="auto" w:fill="auto"/>
          </w:tcPr>
          <w:p w14:paraId="53D9568D" w14:textId="77777777" w:rsidR="00DD40EB" w:rsidRPr="007F587B" w:rsidRDefault="00DD40EB" w:rsidP="007F587B">
            <w:pPr>
              <w:tabs>
                <w:tab w:val="left" w:pos="5245"/>
                <w:tab w:val="left" w:pos="7371"/>
                <w:tab w:val="left" w:pos="7655"/>
              </w:tabs>
              <w:jc w:val="both"/>
              <w:rPr>
                <w:rFonts w:ascii="Arial" w:hAnsi="Arial" w:cs="Arial"/>
              </w:rPr>
            </w:pPr>
          </w:p>
          <w:p w14:paraId="53DA371D" w14:textId="77777777" w:rsidR="00DD40EB" w:rsidRPr="007F587B" w:rsidRDefault="00DD40EB" w:rsidP="007F587B">
            <w:pPr>
              <w:tabs>
                <w:tab w:val="left" w:pos="5245"/>
                <w:tab w:val="left" w:pos="7371"/>
                <w:tab w:val="left" w:pos="7655"/>
              </w:tabs>
              <w:jc w:val="both"/>
              <w:rPr>
                <w:rFonts w:ascii="Arial" w:hAnsi="Arial" w:cs="Arial"/>
              </w:rPr>
            </w:pPr>
          </w:p>
          <w:p w14:paraId="75812FD8" w14:textId="77777777" w:rsidR="00DD40EB" w:rsidRPr="007F587B" w:rsidRDefault="00DD40EB" w:rsidP="007F587B">
            <w:pPr>
              <w:tabs>
                <w:tab w:val="left" w:pos="5245"/>
                <w:tab w:val="left" w:pos="7371"/>
                <w:tab w:val="left" w:pos="7655"/>
              </w:tabs>
              <w:jc w:val="both"/>
              <w:rPr>
                <w:rFonts w:ascii="Arial" w:hAnsi="Arial" w:cs="Arial"/>
              </w:rPr>
            </w:pPr>
            <w:r w:rsidRPr="007F587B">
              <w:rPr>
                <w:rFonts w:ascii="Arial" w:hAnsi="Arial" w:cs="Arial"/>
              </w:rPr>
              <w:t>A : Paris, le …………………</w:t>
            </w:r>
          </w:p>
          <w:p w14:paraId="78156947" w14:textId="77777777" w:rsidR="00DD40EB" w:rsidRPr="007F587B" w:rsidRDefault="00DD40EB" w:rsidP="007F587B">
            <w:pPr>
              <w:tabs>
                <w:tab w:val="left" w:pos="5245"/>
                <w:tab w:val="left" w:pos="7371"/>
                <w:tab w:val="left" w:pos="7655"/>
              </w:tabs>
              <w:jc w:val="both"/>
              <w:rPr>
                <w:rFonts w:ascii="Arial" w:hAnsi="Arial" w:cs="Arial"/>
              </w:rPr>
            </w:pPr>
          </w:p>
          <w:p w14:paraId="6874B3B7" w14:textId="77777777" w:rsidR="00792292" w:rsidRDefault="00792292" w:rsidP="00792292"/>
          <w:p w14:paraId="601F551C" w14:textId="77777777" w:rsidR="00792292" w:rsidRDefault="00792292" w:rsidP="00792292"/>
          <w:p w14:paraId="2D110703" w14:textId="77777777" w:rsidR="00792292" w:rsidRDefault="00792292" w:rsidP="00792292"/>
          <w:p w14:paraId="0146D0E4" w14:textId="77777777" w:rsidR="00792292" w:rsidRDefault="00792292" w:rsidP="00792292"/>
          <w:p w14:paraId="14C8634B" w14:textId="77777777" w:rsidR="00792292" w:rsidRDefault="00792292" w:rsidP="00792292"/>
          <w:p w14:paraId="6695EB05" w14:textId="77777777" w:rsidR="00792292" w:rsidRDefault="00792292" w:rsidP="00792292"/>
          <w:p w14:paraId="2065FBB1" w14:textId="77777777" w:rsidR="00792292" w:rsidRDefault="00792292" w:rsidP="00792292"/>
          <w:p w14:paraId="0375816F" w14:textId="77777777" w:rsidR="00792292" w:rsidRDefault="00792292" w:rsidP="00792292"/>
          <w:p w14:paraId="4DF3216B" w14:textId="77777777" w:rsidR="00792292" w:rsidRDefault="00792292" w:rsidP="007F587B">
            <w:pPr>
              <w:jc w:val="center"/>
            </w:pPr>
          </w:p>
          <w:p w14:paraId="0355D227" w14:textId="77777777" w:rsidR="00792292" w:rsidRDefault="00792292" w:rsidP="007F587B">
            <w:pPr>
              <w:jc w:val="center"/>
            </w:pPr>
          </w:p>
          <w:p w14:paraId="0E6BD233" w14:textId="77777777" w:rsidR="00DD40EB" w:rsidRPr="007F587B" w:rsidRDefault="00DD40EB" w:rsidP="007F587B">
            <w:pPr>
              <w:jc w:val="center"/>
              <w:rPr>
                <w:rFonts w:ascii="Arial" w:hAnsi="Arial" w:cs="Arial"/>
                <w:b/>
                <w:i/>
                <w:sz w:val="18"/>
                <w:szCs w:val="18"/>
              </w:rPr>
            </w:pPr>
            <w:r w:rsidRPr="007F587B">
              <w:rPr>
                <w:rFonts w:ascii="Arial" w:hAnsi="Arial" w:cs="Arial"/>
                <w:b/>
                <w:i/>
                <w:sz w:val="18"/>
                <w:szCs w:val="18"/>
              </w:rPr>
              <w:t>Signature</w:t>
            </w:r>
            <w:r w:rsidR="00792292" w:rsidRPr="007F587B">
              <w:rPr>
                <w:rFonts w:ascii="Arial" w:hAnsi="Arial" w:cs="Arial"/>
                <w:b/>
                <w:i/>
                <w:sz w:val="18"/>
                <w:szCs w:val="18"/>
              </w:rPr>
              <w:t xml:space="preserve"> du </w:t>
            </w:r>
            <w:r w:rsidRPr="007F587B">
              <w:rPr>
                <w:rFonts w:ascii="Arial" w:hAnsi="Arial" w:cs="Arial"/>
                <w:b/>
                <w:i/>
                <w:sz w:val="18"/>
                <w:szCs w:val="18"/>
              </w:rPr>
              <w:t xml:space="preserve">Représentant du pouvoir adjudicateur habilité à signer le </w:t>
            </w:r>
            <w:r w:rsidR="00792292" w:rsidRPr="007F587B">
              <w:rPr>
                <w:rFonts w:ascii="Arial" w:hAnsi="Arial" w:cs="Arial"/>
                <w:b/>
                <w:i/>
                <w:sz w:val="18"/>
                <w:szCs w:val="18"/>
              </w:rPr>
              <w:t>marché public ou l’accord-cadre</w:t>
            </w:r>
          </w:p>
          <w:p w14:paraId="596BB290" w14:textId="77777777" w:rsidR="00DD40EB" w:rsidRPr="007F587B" w:rsidRDefault="00DD40EB" w:rsidP="007F587B">
            <w:pPr>
              <w:ind w:left="6804"/>
              <w:jc w:val="both"/>
              <w:rPr>
                <w:rFonts w:ascii="Arial" w:hAnsi="Arial" w:cs="Arial"/>
              </w:rPr>
            </w:pPr>
            <w:r w:rsidRPr="007F587B">
              <w:rPr>
                <w:rFonts w:ascii="Arial" w:hAnsi="Arial" w:cs="Arial"/>
              </w:rPr>
              <w:t>Signature</w:t>
            </w:r>
          </w:p>
          <w:p w14:paraId="13AE1575" w14:textId="77777777" w:rsidR="00DD40EB" w:rsidRPr="007F587B" w:rsidRDefault="00DD40EB" w:rsidP="007F587B">
            <w:pPr>
              <w:ind w:left="4820"/>
              <w:rPr>
                <w:rFonts w:ascii="Arial" w:hAnsi="Arial" w:cs="Arial"/>
              </w:rPr>
            </w:pPr>
          </w:p>
        </w:tc>
      </w:tr>
    </w:tbl>
    <w:p w14:paraId="178C6A6F" w14:textId="77777777" w:rsidR="00B627AB" w:rsidRDefault="00B627AB" w:rsidP="00B627AB">
      <w:pPr>
        <w:rPr>
          <w:rFonts w:ascii="Arial" w:hAnsi="Arial" w:cs="Arial"/>
        </w:rPr>
      </w:pPr>
    </w:p>
    <w:p w14:paraId="00DBE511" w14:textId="77777777" w:rsidR="00A061B8" w:rsidRDefault="002A1C99">
      <w:pPr>
        <w:rPr>
          <w:rFonts w:ascii="Arial" w:hAnsi="Arial" w:cs="Arial"/>
        </w:rPr>
      </w:pPr>
      <w:r w:rsidDel="002A1C99">
        <w:rPr>
          <w:rFonts w:ascii="Arial" w:hAnsi="Arial" w:cs="Arial"/>
          <w:b/>
          <w:bCs/>
          <w:caps/>
        </w:rPr>
        <w:t xml:space="preserve"> </w:t>
      </w:r>
    </w:p>
    <w:p w14:paraId="70F1F7D8" w14:textId="77777777" w:rsidR="00A061B8" w:rsidRDefault="00A061B8"/>
    <w:p w14:paraId="0DBE1BFF" w14:textId="77777777" w:rsidR="007506A7" w:rsidRDefault="007506A7" w:rsidP="007506A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14:paraId="56EB4346" w14:textId="77777777">
        <w:tc>
          <w:tcPr>
            <w:tcW w:w="10277" w:type="dxa"/>
            <w:tcBorders>
              <w:top w:val="nil"/>
              <w:left w:val="nil"/>
              <w:bottom w:val="nil"/>
              <w:right w:val="nil"/>
            </w:tcBorders>
            <w:shd w:val="solid" w:color="66CCFF" w:fill="auto"/>
          </w:tcPr>
          <w:p w14:paraId="5144C94C" w14:textId="77777777"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14:paraId="1A80A607" w14:textId="77777777"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l'établissement de crédit en cas de cession ou de nantissement de créance de : </w:t>
      </w:r>
    </w:p>
    <w:p w14:paraId="546E2CF7" w14:textId="77777777"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D716A">
        <w:rPr>
          <w:rFonts w:ascii="Arial" w:hAnsi="Arial" w:cs="Arial"/>
        </w:rPr>
      </w:r>
      <w:r w:rsidR="00DD716A">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 : </w:t>
      </w:r>
      <w:r>
        <w:rPr>
          <w:rFonts w:ascii="Arial" w:hAnsi="Arial" w:cs="Arial"/>
          <w:i/>
          <w:iCs/>
          <w:sz w:val="16"/>
          <w:szCs w:val="16"/>
        </w:rPr>
        <w:t>(indiquer le montant en chiffres et en lettres</w:t>
      </w:r>
      <w:r>
        <w:rPr>
          <w:rFonts w:ascii="Arial" w:hAnsi="Arial" w:cs="Arial"/>
          <w:sz w:val="16"/>
          <w:szCs w:val="16"/>
        </w:rPr>
        <w:t>)</w:t>
      </w:r>
    </w:p>
    <w:p w14:paraId="21BFD214"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w:t>
      </w:r>
    </w:p>
    <w:p w14:paraId="56EB14A4" w14:textId="77777777" w:rsidR="007506A7" w:rsidRDefault="007506A7" w:rsidP="007506A7">
      <w:pPr>
        <w:pStyle w:val="fcasegauche"/>
        <w:tabs>
          <w:tab w:val="left" w:pos="567"/>
        </w:tabs>
        <w:spacing w:after="240"/>
        <w:ind w:left="0" w:firstLine="0"/>
        <w:rPr>
          <w:rFonts w:ascii="Arial" w:hAnsi="Arial" w:cs="Arial"/>
        </w:rPr>
      </w:pPr>
    </w:p>
    <w:p w14:paraId="1383CD72" w14:textId="77777777"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D716A">
        <w:rPr>
          <w:rFonts w:ascii="Arial" w:hAnsi="Arial" w:cs="Arial"/>
        </w:rPr>
      </w:r>
      <w:r w:rsidR="00DD716A">
        <w:rPr>
          <w:rFonts w:ascii="Arial" w:hAnsi="Arial" w:cs="Arial"/>
        </w:rPr>
        <w:fldChar w:fldCharType="separate"/>
      </w:r>
      <w:r>
        <w:rPr>
          <w:rFonts w:ascii="Arial" w:hAnsi="Arial" w:cs="Arial"/>
        </w:rPr>
        <w:fldChar w:fldCharType="end"/>
      </w:r>
      <w:r>
        <w:rPr>
          <w:rFonts w:ascii="Arial" w:hAnsi="Arial" w:cs="Arial"/>
        </w:rPr>
        <w:t xml:space="preserve"> La totalité du bon de commande n° ......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 xml:space="preserve">) </w:t>
      </w:r>
      <w:r>
        <w:rPr>
          <w:rFonts w:ascii="Arial" w:hAnsi="Arial" w:cs="Arial"/>
        </w:rPr>
        <w:t>:</w:t>
      </w:r>
    </w:p>
    <w:p w14:paraId="426D372D" w14:textId="77777777" w:rsidR="007506A7" w:rsidRDefault="007506A7" w:rsidP="007506A7">
      <w:pPr>
        <w:pStyle w:val="fcasegauche"/>
        <w:spacing w:after="240"/>
        <w:ind w:left="567" w:firstLine="0"/>
        <w:rPr>
          <w:rFonts w:ascii="Arial" w:hAnsi="Arial" w:cs="Arial"/>
        </w:rPr>
      </w:pPr>
      <w:r>
        <w:rPr>
          <w:rFonts w:ascii="Arial" w:hAnsi="Arial" w:cs="Arial"/>
        </w:rPr>
        <w:t>.........................................................................................................................................................................</w:t>
      </w:r>
    </w:p>
    <w:p w14:paraId="72EA8BFE" w14:textId="77777777" w:rsidR="007506A7" w:rsidRDefault="007506A7" w:rsidP="007506A7">
      <w:pPr>
        <w:pStyle w:val="fcasegauche"/>
        <w:spacing w:after="240"/>
        <w:ind w:left="0" w:firstLine="0"/>
        <w:rPr>
          <w:rFonts w:ascii="Arial" w:hAnsi="Arial" w:cs="Arial"/>
        </w:rPr>
      </w:pPr>
    </w:p>
    <w:p w14:paraId="2B097687" w14:textId="77777777"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D716A">
        <w:rPr>
          <w:rFonts w:ascii="Arial" w:hAnsi="Arial" w:cs="Arial"/>
        </w:rPr>
      </w:r>
      <w:r w:rsidR="00DD716A">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Pr>
          <w:rFonts w:ascii="Arial" w:hAnsi="Arial" w:cs="Arial"/>
        </w:rPr>
        <w:t xml:space="preserve"> : </w:t>
      </w:r>
    </w:p>
    <w:p w14:paraId="2514D836" w14:textId="77777777" w:rsidR="007506A7" w:rsidRDefault="007506A7" w:rsidP="007506A7">
      <w:pPr>
        <w:pStyle w:val="fcasegauche"/>
        <w:spacing w:after="240"/>
        <w:ind w:left="567" w:firstLine="0"/>
        <w:rPr>
          <w:rFonts w:ascii="Arial" w:hAnsi="Arial" w:cs="Arial"/>
        </w:rPr>
      </w:pPr>
      <w:r>
        <w:rPr>
          <w:rFonts w:ascii="Arial" w:hAnsi="Arial" w:cs="Arial"/>
        </w:rPr>
        <w:t>.............................................................................................................................................................................</w:t>
      </w:r>
    </w:p>
    <w:p w14:paraId="2BB747D1" w14:textId="77777777" w:rsidR="007506A7" w:rsidRDefault="007506A7" w:rsidP="007506A7">
      <w:pPr>
        <w:pStyle w:val="fcasegauche"/>
        <w:spacing w:after="240"/>
        <w:ind w:left="567" w:firstLine="0"/>
        <w:rPr>
          <w:rFonts w:ascii="Arial" w:hAnsi="Arial" w:cs="Arial"/>
        </w:rPr>
      </w:pPr>
    </w:p>
    <w:p w14:paraId="314AD93F" w14:textId="77777777"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D716A">
        <w:rPr>
          <w:rFonts w:ascii="Arial" w:hAnsi="Arial" w:cs="Arial"/>
        </w:rPr>
      </w:r>
      <w:r w:rsidR="00DD716A">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 xml:space="preserve">(indiquer le montant en chiffres et en </w:t>
      </w:r>
      <w:proofErr w:type="gramStart"/>
      <w:r>
        <w:rPr>
          <w:rFonts w:ascii="Arial" w:hAnsi="Arial" w:cs="Arial"/>
          <w:i/>
          <w:iCs/>
          <w:sz w:val="16"/>
          <w:szCs w:val="16"/>
        </w:rPr>
        <w:t>lettres</w:t>
      </w:r>
      <w:r>
        <w:rPr>
          <w:rFonts w:ascii="Arial" w:hAnsi="Arial" w:cs="Arial"/>
          <w:sz w:val="16"/>
          <w:szCs w:val="16"/>
        </w:rPr>
        <w:t xml:space="preserve"> )</w:t>
      </w:r>
      <w:proofErr w:type="gramEnd"/>
      <w:r>
        <w:rPr>
          <w:rFonts w:ascii="Arial" w:hAnsi="Arial" w:cs="Arial"/>
        </w:rPr>
        <w:t xml:space="preserve"> : </w:t>
      </w:r>
    </w:p>
    <w:p w14:paraId="1F7D01D5" w14:textId="77777777" w:rsidR="007506A7" w:rsidRDefault="007506A7" w:rsidP="007506A7">
      <w:pPr>
        <w:pStyle w:val="fcasegauche"/>
        <w:spacing w:after="240"/>
        <w:ind w:left="567" w:firstLine="0"/>
        <w:rPr>
          <w:rFonts w:ascii="Arial" w:hAnsi="Arial" w:cs="Arial"/>
        </w:rPr>
      </w:pPr>
      <w:r>
        <w:rPr>
          <w:rFonts w:ascii="Arial" w:hAnsi="Arial" w:cs="Arial"/>
        </w:rPr>
        <w:t>.............................................................................................................................................................................</w:t>
      </w:r>
    </w:p>
    <w:p w14:paraId="19BC07D9" w14:textId="77777777" w:rsidR="007506A7" w:rsidRDefault="007506A7" w:rsidP="007506A7">
      <w:pPr>
        <w:pStyle w:val="fcasegauche"/>
        <w:spacing w:after="240"/>
        <w:ind w:left="567" w:firstLine="0"/>
        <w:rPr>
          <w:rFonts w:ascii="Arial" w:hAnsi="Arial" w:cs="Arial"/>
        </w:rPr>
      </w:pPr>
      <w:proofErr w:type="gramStart"/>
      <w:r>
        <w:rPr>
          <w:rFonts w:ascii="Arial" w:hAnsi="Arial" w:cs="Arial"/>
        </w:rPr>
        <w:t>et</w:t>
      </w:r>
      <w:proofErr w:type="gramEnd"/>
      <w:r>
        <w:rPr>
          <w:rFonts w:ascii="Arial" w:hAnsi="Arial" w:cs="Arial"/>
        </w:rPr>
        <w:t xml:space="preserve"> devant être exécutée par .........................................................................................en qualité de :</w:t>
      </w:r>
    </w:p>
    <w:p w14:paraId="5D85BD89" w14:textId="77777777"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1"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DD716A">
        <w:rPr>
          <w:rFonts w:ascii="Arial" w:hAnsi="Arial" w:cs="Arial"/>
        </w:rPr>
      </w:r>
      <w:r w:rsidR="00DD716A">
        <w:rPr>
          <w:rFonts w:ascii="Arial" w:hAnsi="Arial" w:cs="Arial"/>
        </w:rPr>
        <w:fldChar w:fldCharType="separate"/>
      </w:r>
      <w:r>
        <w:rPr>
          <w:rFonts w:ascii="Arial" w:hAnsi="Arial" w:cs="Arial"/>
        </w:rPr>
        <w:fldChar w:fldCharType="end"/>
      </w:r>
      <w:bookmarkEnd w:id="1"/>
      <w:r>
        <w:rPr>
          <w:rFonts w:ascii="Arial" w:hAnsi="Arial" w:cs="Arial"/>
        </w:rPr>
        <w:t xml:space="preserve"> </w:t>
      </w:r>
      <w:proofErr w:type="gramStart"/>
      <w:r>
        <w:rPr>
          <w:rFonts w:ascii="Arial" w:hAnsi="Arial" w:cs="Arial"/>
        </w:rPr>
        <w:t>membre</w:t>
      </w:r>
      <w:proofErr w:type="gramEnd"/>
      <w:r>
        <w:rPr>
          <w:rFonts w:ascii="Arial" w:hAnsi="Arial" w:cs="Arial"/>
        </w:rPr>
        <w:t xml:space="preserve"> d’un groupement d’entreprise </w:t>
      </w:r>
      <w:r>
        <w:rPr>
          <w:rFonts w:ascii="Arial" w:hAnsi="Arial" w:cs="Arial"/>
        </w:rPr>
        <w:tab/>
      </w:r>
      <w:bookmarkStart w:id="2"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DD716A">
        <w:rPr>
          <w:rFonts w:ascii="Arial" w:hAnsi="Arial" w:cs="Arial"/>
        </w:rPr>
      </w:r>
      <w:r w:rsidR="00DD716A">
        <w:rPr>
          <w:rFonts w:ascii="Arial" w:hAnsi="Arial" w:cs="Arial"/>
        </w:rPr>
        <w:fldChar w:fldCharType="separate"/>
      </w:r>
      <w:r>
        <w:rPr>
          <w:rFonts w:ascii="Arial" w:hAnsi="Arial" w:cs="Arial"/>
        </w:rPr>
        <w:fldChar w:fldCharType="end"/>
      </w:r>
      <w:bookmarkEnd w:id="2"/>
      <w:r>
        <w:rPr>
          <w:rFonts w:ascii="Arial" w:hAnsi="Arial" w:cs="Arial"/>
        </w:rPr>
        <w:tab/>
        <w:t>sous-traitant</w:t>
      </w:r>
    </w:p>
    <w:p w14:paraId="6EC52954" w14:textId="77777777" w:rsidR="007506A7" w:rsidRDefault="007506A7" w:rsidP="007506A7">
      <w:pPr>
        <w:tabs>
          <w:tab w:val="left" w:pos="720"/>
        </w:tabs>
        <w:jc w:val="both"/>
        <w:rPr>
          <w:rFonts w:ascii="Arial" w:hAnsi="Arial" w:cs="Arial"/>
        </w:rPr>
      </w:pPr>
    </w:p>
    <w:p w14:paraId="1CCF5F53" w14:textId="77777777" w:rsidR="007506A7" w:rsidRDefault="007506A7" w:rsidP="007506A7">
      <w:pPr>
        <w:tabs>
          <w:tab w:val="left" w:pos="720"/>
        </w:tabs>
        <w:jc w:val="both"/>
        <w:rPr>
          <w:rFonts w:ascii="Arial" w:hAnsi="Arial" w:cs="Arial"/>
        </w:rPr>
      </w:pPr>
    </w:p>
    <w:p w14:paraId="5A88A487" w14:textId="77777777"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14:paraId="471CC3C8" w14:textId="77777777"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14:paraId="71EE19A4" w14:textId="63C54B51"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565A9DC4" w14:textId="77777777" w:rsidR="007506A7" w:rsidRDefault="007506A7" w:rsidP="007506A7">
      <w:pPr>
        <w:pStyle w:val="Titre1"/>
        <w:ind w:left="0"/>
        <w:rPr>
          <w:rFonts w:ascii="Arial" w:hAnsi="Arial" w:cs="Arial"/>
          <w:b w:val="0"/>
          <w:bCs w:val="0"/>
          <w:sz w:val="16"/>
          <w:szCs w:val="16"/>
        </w:rPr>
      </w:pPr>
    </w:p>
    <w:p w14:paraId="6D634556" w14:textId="77777777" w:rsidR="007506A7" w:rsidRDefault="007506A7" w:rsidP="007506A7">
      <w:pPr>
        <w:tabs>
          <w:tab w:val="left" w:pos="576"/>
          <w:tab w:val="left" w:leader="dot" w:pos="10206"/>
        </w:tabs>
        <w:jc w:val="both"/>
        <w:rPr>
          <w:rFonts w:ascii="Arial" w:hAnsi="Arial" w:cs="Arial"/>
          <w:i/>
          <w:iCs/>
        </w:rPr>
      </w:pPr>
      <w:r>
        <w:rPr>
          <w:rFonts w:ascii="Arial" w:hAnsi="Arial" w:cs="Arial"/>
        </w:rPr>
        <w:t xml:space="preserve">La part de prestations que le titulaire n'envisage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 xml:space="preserve">à : </w:t>
      </w:r>
    </w:p>
    <w:p w14:paraId="1467EBFB" w14:textId="77777777" w:rsidR="007506A7" w:rsidRPr="00A434C3" w:rsidRDefault="007506A7" w:rsidP="007506A7">
      <w:pPr>
        <w:tabs>
          <w:tab w:val="left" w:pos="576"/>
          <w:tab w:val="left" w:leader="dot" w:pos="9923"/>
        </w:tabs>
        <w:jc w:val="both"/>
        <w:rPr>
          <w:rFonts w:ascii="Arial" w:hAnsi="Arial" w:cs="Arial"/>
        </w:rPr>
      </w:pPr>
      <w:r w:rsidRPr="00A434C3">
        <w:rPr>
          <w:rFonts w:ascii="Arial" w:hAnsi="Arial" w:cs="Arial"/>
          <w:i/>
          <w:iCs/>
        </w:rPr>
        <w:t>..............................................................................................................................................................................................................................................................................................................................................................................</w:t>
      </w:r>
    </w:p>
    <w:p w14:paraId="71D4B9D9" w14:textId="77777777"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 xml:space="preserve">Montant initial : </w:t>
      </w:r>
    </w:p>
    <w:p w14:paraId="08EAA67B"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xml:space="preserve">- Ramené à : </w:t>
      </w:r>
    </w:p>
    <w:p w14:paraId="2D017ED9" w14:textId="77777777"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xml:space="preserve">- Porté à : </w:t>
      </w:r>
      <w:r w:rsidRPr="00A434C3">
        <w:rPr>
          <w:rFonts w:ascii="Arial" w:hAnsi="Arial" w:cs="Arial"/>
        </w:rPr>
        <w:tab/>
      </w:r>
    </w:p>
    <w:p w14:paraId="2D6C0D38" w14:textId="77777777" w:rsidR="007506A7" w:rsidRPr="00A434C3" w:rsidRDefault="007506A7" w:rsidP="007506A7">
      <w:pPr>
        <w:tabs>
          <w:tab w:val="left" w:pos="3402"/>
          <w:tab w:val="left" w:pos="6237"/>
          <w:tab w:val="left" w:pos="9072"/>
          <w:tab w:val="left" w:pos="9923"/>
        </w:tabs>
        <w:jc w:val="both"/>
        <w:rPr>
          <w:rFonts w:ascii="Arial" w:hAnsi="Arial" w:cs="Arial"/>
        </w:rPr>
      </w:pPr>
    </w:p>
    <w:p w14:paraId="2543F4A3" w14:textId="77777777"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14:paraId="3B0CDC25" w14:textId="77777777"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14:paraId="7766437E" w14:textId="77777777" w:rsidR="007506A7" w:rsidRDefault="007506A7" w:rsidP="007506A7">
      <w:pPr>
        <w:tabs>
          <w:tab w:val="left" w:pos="6237"/>
        </w:tabs>
        <w:jc w:val="both"/>
        <w:rPr>
          <w:rFonts w:ascii="Arial" w:hAnsi="Arial" w:cs="Arial"/>
          <w:sz w:val="16"/>
          <w:szCs w:val="16"/>
        </w:rPr>
      </w:pPr>
    </w:p>
    <w:p w14:paraId="293820A0" w14:textId="77777777" w:rsidR="00A061B8" w:rsidRDefault="00A061B8">
      <w:pPr>
        <w:rPr>
          <w:rFonts w:ascii="Arial" w:hAnsi="Arial" w:cs="Arial"/>
        </w:rPr>
      </w:pPr>
    </w:p>
    <w:p w14:paraId="6F1197EF" w14:textId="6A6785F6" w:rsidR="00407A05" w:rsidRDefault="00407A05" w:rsidP="00440DA4">
      <w:pPr>
        <w:rPr>
          <w:rFonts w:ascii="Arial" w:hAnsi="Arial" w:cs="Arial"/>
        </w:rPr>
      </w:pPr>
    </w:p>
    <w:sectPr w:rsidR="00407A05" w:rsidSect="00D23E3C">
      <w:headerReference w:type="default" r:id="rId7"/>
      <w:footerReference w:type="default" r:id="rId8"/>
      <w:pgSz w:w="11907" w:h="16840" w:code="9"/>
      <w:pgMar w:top="409"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8C8D5" w14:textId="77777777" w:rsidR="00341496" w:rsidRDefault="00341496">
      <w:r>
        <w:separator/>
      </w:r>
    </w:p>
  </w:endnote>
  <w:endnote w:type="continuationSeparator" w:id="0">
    <w:p w14:paraId="6B533DD4" w14:textId="77777777" w:rsidR="00341496" w:rsidRDefault="0034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017BBB" w14:paraId="114973F1" w14:textId="77777777" w:rsidTr="00A85770">
      <w:trPr>
        <w:tblHeader/>
      </w:trPr>
      <w:tc>
        <w:tcPr>
          <w:tcW w:w="3190" w:type="dxa"/>
          <w:tcBorders>
            <w:top w:val="nil"/>
            <w:left w:val="nil"/>
            <w:bottom w:val="nil"/>
            <w:right w:val="nil"/>
          </w:tcBorders>
          <w:shd w:val="solid" w:color="66CCFF" w:fill="auto"/>
        </w:tcPr>
        <w:p w14:paraId="7A67C4CD" w14:textId="77777777" w:rsidR="00017BBB" w:rsidRPr="007B3AAD" w:rsidRDefault="00017BBB" w:rsidP="00017BBB">
          <w:pPr>
            <w:rPr>
              <w:rFonts w:ascii="Arial" w:hAnsi="Arial" w:cs="Arial"/>
              <w:b/>
              <w:bCs/>
              <w:sz w:val="18"/>
              <w:szCs w:val="18"/>
            </w:rPr>
          </w:pPr>
          <w:r w:rsidRPr="007B3AAD">
            <w:rPr>
              <w:rFonts w:ascii="Arial" w:hAnsi="Arial" w:cs="Arial"/>
              <w:b/>
              <w:bCs/>
              <w:sz w:val="18"/>
              <w:szCs w:val="18"/>
            </w:rPr>
            <w:t xml:space="preserve">Acte d’engagement </w:t>
          </w:r>
        </w:p>
      </w:tc>
      <w:tc>
        <w:tcPr>
          <w:tcW w:w="4961" w:type="dxa"/>
          <w:tcBorders>
            <w:top w:val="nil"/>
            <w:left w:val="nil"/>
            <w:bottom w:val="nil"/>
            <w:right w:val="nil"/>
          </w:tcBorders>
          <w:shd w:val="solid" w:color="66CCFF" w:fill="auto"/>
        </w:tcPr>
        <w:p w14:paraId="79F5DA17" w14:textId="2BAAE519" w:rsidR="00017BBB" w:rsidRPr="007B3AAD" w:rsidRDefault="00017BBB" w:rsidP="00017BBB">
          <w:pPr>
            <w:jc w:val="center"/>
            <w:rPr>
              <w:rFonts w:ascii="Arial" w:hAnsi="Arial" w:cs="Arial"/>
              <w:b/>
              <w:bCs/>
              <w:iCs/>
              <w:sz w:val="18"/>
              <w:szCs w:val="18"/>
            </w:rPr>
          </w:pPr>
          <w:r w:rsidRPr="007B3AAD">
            <w:rPr>
              <w:rFonts w:ascii="Arial" w:hAnsi="Arial" w:cs="Arial"/>
              <w:b/>
              <w:bCs/>
              <w:iCs/>
              <w:sz w:val="18"/>
              <w:szCs w:val="18"/>
            </w:rPr>
            <w:t xml:space="preserve">Consultation </w:t>
          </w:r>
          <w:r>
            <w:rPr>
              <w:rFonts w:ascii="Arial" w:hAnsi="Arial" w:cs="Arial"/>
              <w:b/>
              <w:bCs/>
              <w:iCs/>
              <w:sz w:val="18"/>
              <w:szCs w:val="18"/>
            </w:rPr>
            <w:t>20</w:t>
          </w:r>
          <w:r w:rsidR="003F0E81">
            <w:rPr>
              <w:rFonts w:ascii="Arial" w:hAnsi="Arial" w:cs="Arial"/>
              <w:b/>
              <w:bCs/>
              <w:iCs/>
              <w:sz w:val="18"/>
              <w:szCs w:val="18"/>
            </w:rPr>
            <w:t>25</w:t>
          </w:r>
          <w:r>
            <w:rPr>
              <w:rFonts w:ascii="Arial" w:hAnsi="Arial" w:cs="Arial"/>
              <w:b/>
              <w:bCs/>
              <w:iCs/>
              <w:sz w:val="18"/>
              <w:szCs w:val="18"/>
            </w:rPr>
            <w:t>SG0</w:t>
          </w:r>
          <w:r w:rsidR="003F0E81">
            <w:rPr>
              <w:rFonts w:ascii="Arial" w:hAnsi="Arial" w:cs="Arial"/>
              <w:b/>
              <w:bCs/>
              <w:iCs/>
              <w:sz w:val="18"/>
              <w:szCs w:val="18"/>
            </w:rPr>
            <w:t>4</w:t>
          </w:r>
        </w:p>
      </w:tc>
      <w:tc>
        <w:tcPr>
          <w:tcW w:w="896" w:type="dxa"/>
          <w:tcBorders>
            <w:top w:val="nil"/>
            <w:left w:val="nil"/>
            <w:bottom w:val="nil"/>
            <w:right w:val="nil"/>
          </w:tcBorders>
          <w:shd w:val="solid" w:color="66CCFF" w:fill="auto"/>
        </w:tcPr>
        <w:p w14:paraId="67BC9AAA" w14:textId="77777777" w:rsidR="00017BBB" w:rsidRPr="007B3AAD" w:rsidRDefault="00017BBB" w:rsidP="00017BBB">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14:paraId="498664C4" w14:textId="51E0B2C9" w:rsidR="00017BBB" w:rsidRPr="007B3AAD" w:rsidRDefault="00017BBB" w:rsidP="00017BBB">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06159B">
            <w:rPr>
              <w:rStyle w:val="Numrodepage"/>
              <w:rFonts w:ascii="Arial" w:hAnsi="Arial" w:cs="Arial"/>
              <w:b/>
              <w:bCs/>
              <w:noProof/>
              <w:sz w:val="18"/>
              <w:szCs w:val="18"/>
            </w:rPr>
            <w:t>1</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14:paraId="43D49A74" w14:textId="77777777" w:rsidR="00017BBB" w:rsidRPr="007B3AAD" w:rsidRDefault="00017BBB" w:rsidP="00017BBB">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14:paraId="4E363985" w14:textId="5586A28F" w:rsidR="00017BBB" w:rsidRPr="007B3AAD" w:rsidRDefault="00017BBB" w:rsidP="00017BBB">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06159B">
            <w:rPr>
              <w:rStyle w:val="Numrodepage"/>
              <w:rFonts w:ascii="Arial" w:hAnsi="Arial" w:cs="Arial"/>
              <w:b/>
              <w:bCs/>
              <w:noProof/>
              <w:sz w:val="18"/>
              <w:szCs w:val="18"/>
            </w:rPr>
            <w:t>7</w:t>
          </w:r>
          <w:r w:rsidRPr="007B3AAD">
            <w:rPr>
              <w:rStyle w:val="Numrodepage"/>
              <w:rFonts w:ascii="Arial" w:hAnsi="Arial" w:cs="Arial"/>
              <w:b/>
              <w:bCs/>
              <w:sz w:val="18"/>
              <w:szCs w:val="18"/>
            </w:rPr>
            <w:fldChar w:fldCharType="end"/>
          </w:r>
        </w:p>
      </w:tc>
    </w:tr>
  </w:tbl>
  <w:p w14:paraId="04F8C5C8" w14:textId="77777777" w:rsidR="00017BBB" w:rsidRPr="00017BBB" w:rsidRDefault="00017BBB" w:rsidP="00017B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C7CF0" w14:textId="77777777" w:rsidR="00341496" w:rsidRDefault="00341496">
      <w:r>
        <w:separator/>
      </w:r>
    </w:p>
  </w:footnote>
  <w:footnote w:type="continuationSeparator" w:id="0">
    <w:p w14:paraId="3C98D032" w14:textId="77777777" w:rsidR="00341496" w:rsidRDefault="00341496">
      <w:r>
        <w:continuationSeparator/>
      </w:r>
    </w:p>
  </w:footnote>
  <w:footnote w:id="1">
    <w:p w14:paraId="6E446231" w14:textId="77777777" w:rsidR="00341496" w:rsidRDefault="00341496"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14:paraId="5077DE26" w14:textId="77777777" w:rsidR="00341496" w:rsidRDefault="00341496"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14:paraId="219232B2" w14:textId="77777777" w:rsidR="00341496" w:rsidRDefault="00341496" w:rsidP="007506A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19" w:type="dxa"/>
      <w:tblLayout w:type="fixed"/>
      <w:tblCellMar>
        <w:left w:w="71" w:type="dxa"/>
        <w:right w:w="71" w:type="dxa"/>
      </w:tblCellMar>
      <w:tblLook w:val="0000" w:firstRow="0" w:lastRow="0" w:firstColumn="0" w:lastColumn="0" w:noHBand="0" w:noVBand="0"/>
    </w:tblPr>
    <w:tblGrid>
      <w:gridCol w:w="10419"/>
    </w:tblGrid>
    <w:tr w:rsidR="00864694" w14:paraId="516265E2" w14:textId="77777777" w:rsidTr="00575326">
      <w:trPr>
        <w:trHeight w:val="1132"/>
      </w:trPr>
      <w:tc>
        <w:tcPr>
          <w:tcW w:w="10419" w:type="dxa"/>
          <w:tcBorders>
            <w:top w:val="nil"/>
            <w:left w:val="nil"/>
            <w:bottom w:val="nil"/>
            <w:right w:val="nil"/>
          </w:tcBorders>
        </w:tcPr>
        <w:p w14:paraId="33A1648E" w14:textId="730557C3" w:rsidR="00864694" w:rsidRDefault="00864694" w:rsidP="00864694">
          <w:pPr>
            <w:pStyle w:val="Pieddepage"/>
            <w:tabs>
              <w:tab w:val="clear" w:pos="4536"/>
              <w:tab w:val="clear" w:pos="9072"/>
            </w:tabs>
            <w:jc w:val="center"/>
            <w:rPr>
              <w:rFonts w:ascii="Arial" w:hAnsi="Arial" w:cs="Arial"/>
            </w:rPr>
          </w:pPr>
        </w:p>
        <w:p w14:paraId="519B6444" w14:textId="77777777" w:rsidR="00864694" w:rsidRDefault="00864694" w:rsidP="00864694">
          <w:pPr>
            <w:pStyle w:val="Pieddepage"/>
            <w:tabs>
              <w:tab w:val="clear" w:pos="4536"/>
              <w:tab w:val="clear" w:pos="9072"/>
              <w:tab w:val="left" w:pos="9525"/>
            </w:tabs>
            <w:rPr>
              <w:rFonts w:ascii="Arial" w:hAnsi="Arial" w:cs="Arial"/>
              <w:b/>
              <w:bCs/>
              <w:sz w:val="18"/>
              <w:szCs w:val="18"/>
            </w:rPr>
          </w:pPr>
          <w:r>
            <w:rPr>
              <w:rFonts w:ascii="Arial" w:hAnsi="Arial" w:cs="Arial"/>
              <w:b/>
              <w:bCs/>
              <w:sz w:val="18"/>
              <w:szCs w:val="18"/>
            </w:rPr>
            <w:tab/>
          </w:r>
        </w:p>
      </w:tc>
    </w:tr>
  </w:tbl>
  <w:p w14:paraId="0C33DA53" w14:textId="2DD9FEC4" w:rsidR="00E40611" w:rsidRDefault="00E40611" w:rsidP="00E40611">
    <w:pPr>
      <w:pStyle w:val="En-tte"/>
      <w:rPr>
        <w:rFonts w:ascii="Arial" w:hAnsi="Arial" w:cs="Arial"/>
        <w:b/>
      </w:rPr>
    </w:pPr>
    <w:r w:rsidRPr="00D82C1A">
      <w:rPr>
        <w:rFonts w:ascii="Marianne" w:hAnsi="Marianne" w:cs="Arial"/>
        <w:noProof/>
      </w:rPr>
      <w:drawing>
        <wp:anchor distT="0" distB="0" distL="114300" distR="114300" simplePos="0" relativeHeight="251659264" behindDoc="1" locked="0" layoutInCell="1" allowOverlap="1" wp14:anchorId="2C3CFFC5" wp14:editId="753AED24">
          <wp:simplePos x="0" y="0"/>
          <wp:positionH relativeFrom="margin">
            <wp:posOffset>-659765</wp:posOffset>
          </wp:positionH>
          <wp:positionV relativeFrom="paragraph">
            <wp:posOffset>-974725</wp:posOffset>
          </wp:positionV>
          <wp:extent cx="7639050" cy="1735607"/>
          <wp:effectExtent l="0" t="0" r="0" b="0"/>
          <wp:wrapNone/>
          <wp:docPr id="170611782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73560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12E6F" w14:textId="77777777" w:rsidR="00E40611" w:rsidRDefault="00E40611" w:rsidP="00E40611">
    <w:pPr>
      <w:pStyle w:val="En-tte"/>
      <w:rPr>
        <w:rFonts w:ascii="Arial" w:hAnsi="Arial" w:cs="Arial"/>
        <w:b/>
      </w:rPr>
    </w:pPr>
  </w:p>
  <w:p w14:paraId="26E7A955" w14:textId="77777777" w:rsidR="00E40611" w:rsidRDefault="00E40611" w:rsidP="00E40611">
    <w:pPr>
      <w:pStyle w:val="En-tte"/>
      <w:rPr>
        <w:rFonts w:ascii="Arial" w:hAnsi="Arial" w:cs="Arial"/>
        <w:b/>
      </w:rPr>
    </w:pPr>
  </w:p>
  <w:p w14:paraId="5386F04B" w14:textId="4AEAD429" w:rsidR="00864694" w:rsidRPr="00831347" w:rsidRDefault="00864694" w:rsidP="00E40611">
    <w:pPr>
      <w:pStyle w:val="En-tte"/>
      <w:rPr>
        <w:rFonts w:ascii="Arial" w:hAnsi="Arial" w:cs="Arial"/>
        <w:b/>
      </w:rPr>
    </w:pPr>
  </w:p>
  <w:p w14:paraId="2067308B" w14:textId="77777777" w:rsidR="00864694" w:rsidRDefault="008646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345BE6"/>
    <w:multiLevelType w:val="hybridMultilevel"/>
    <w:tmpl w:val="8708A5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900DF7"/>
    <w:multiLevelType w:val="hybridMultilevel"/>
    <w:tmpl w:val="1076F2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8" w15:restartNumberingAfterBreak="0">
    <w:nsid w:val="347536DA"/>
    <w:multiLevelType w:val="hybridMultilevel"/>
    <w:tmpl w:val="001C72A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A713585"/>
    <w:multiLevelType w:val="hybridMultilevel"/>
    <w:tmpl w:val="1F0424CC"/>
    <w:lvl w:ilvl="0" w:tplc="E26494F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B05958"/>
    <w:multiLevelType w:val="hybridMultilevel"/>
    <w:tmpl w:val="B6F0953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E404137"/>
    <w:multiLevelType w:val="hybridMultilevel"/>
    <w:tmpl w:val="439638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291F90"/>
    <w:multiLevelType w:val="hybridMultilevel"/>
    <w:tmpl w:val="8A36B884"/>
    <w:lvl w:ilvl="0" w:tplc="040C0001">
      <w:start w:val="1"/>
      <w:numFmt w:val="bullet"/>
      <w:lvlText w:val=""/>
      <w:lvlJc w:val="left"/>
      <w:pPr>
        <w:ind w:left="731" w:hanging="360"/>
      </w:pPr>
      <w:rPr>
        <w:rFonts w:ascii="Symbol" w:hAnsi="Symbol"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13"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4" w15:restartNumberingAfterBreak="0">
    <w:nsid w:val="557A7A19"/>
    <w:multiLevelType w:val="hybridMultilevel"/>
    <w:tmpl w:val="D77675D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63D40A5F"/>
    <w:multiLevelType w:val="hybridMultilevel"/>
    <w:tmpl w:val="1CDC82B2"/>
    <w:lvl w:ilvl="0" w:tplc="B95694F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63591983">
    <w:abstractNumId w:val="7"/>
  </w:num>
  <w:num w:numId="2" w16cid:durableId="320893213">
    <w:abstractNumId w:val="4"/>
  </w:num>
  <w:num w:numId="3" w16cid:durableId="42826313">
    <w:abstractNumId w:val="13"/>
  </w:num>
  <w:num w:numId="4" w16cid:durableId="986514693">
    <w:abstractNumId w:val="3"/>
  </w:num>
  <w:num w:numId="5" w16cid:durableId="235168323">
    <w:abstractNumId w:val="2"/>
  </w:num>
  <w:num w:numId="6" w16cid:durableId="560168570">
    <w:abstractNumId w:val="15"/>
  </w:num>
  <w:num w:numId="7" w16cid:durableId="1949854217">
    <w:abstractNumId w:val="0"/>
  </w:num>
  <w:num w:numId="8" w16cid:durableId="827552407">
    <w:abstractNumId w:val="17"/>
  </w:num>
  <w:num w:numId="9" w16cid:durableId="1541547132">
    <w:abstractNumId w:val="18"/>
  </w:num>
  <w:num w:numId="10" w16cid:durableId="1070349906">
    <w:abstractNumId w:val="1"/>
  </w:num>
  <w:num w:numId="11" w16cid:durableId="588660488">
    <w:abstractNumId w:val="19"/>
  </w:num>
  <w:num w:numId="12" w16cid:durableId="1912495202">
    <w:abstractNumId w:val="16"/>
  </w:num>
  <w:num w:numId="13" w16cid:durableId="612518038">
    <w:abstractNumId w:val="5"/>
  </w:num>
  <w:num w:numId="14" w16cid:durableId="1889032756">
    <w:abstractNumId w:val="6"/>
  </w:num>
  <w:num w:numId="15" w16cid:durableId="331757768">
    <w:abstractNumId w:val="11"/>
  </w:num>
  <w:num w:numId="16" w16cid:durableId="25832374">
    <w:abstractNumId w:val="12"/>
  </w:num>
  <w:num w:numId="17" w16cid:durableId="1127506218">
    <w:abstractNumId w:val="9"/>
  </w:num>
  <w:num w:numId="18" w16cid:durableId="139006644">
    <w:abstractNumId w:val="8"/>
  </w:num>
  <w:num w:numId="19" w16cid:durableId="78721074">
    <w:abstractNumId w:val="14"/>
  </w:num>
  <w:num w:numId="20" w16cid:durableId="15224296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E99"/>
    <w:rsid w:val="00006813"/>
    <w:rsid w:val="00014C69"/>
    <w:rsid w:val="00017BBB"/>
    <w:rsid w:val="00030802"/>
    <w:rsid w:val="00056D96"/>
    <w:rsid w:val="0006159B"/>
    <w:rsid w:val="0006314F"/>
    <w:rsid w:val="00073413"/>
    <w:rsid w:val="00086B67"/>
    <w:rsid w:val="00094967"/>
    <w:rsid w:val="000A1A76"/>
    <w:rsid w:val="000A24AA"/>
    <w:rsid w:val="000A2EBF"/>
    <w:rsid w:val="000A42EB"/>
    <w:rsid w:val="000B1B36"/>
    <w:rsid w:val="000C2497"/>
    <w:rsid w:val="000C7E99"/>
    <w:rsid w:val="000E4213"/>
    <w:rsid w:val="000E7C4E"/>
    <w:rsid w:val="000F2FA2"/>
    <w:rsid w:val="000F3AEE"/>
    <w:rsid w:val="00102A54"/>
    <w:rsid w:val="00112C83"/>
    <w:rsid w:val="00115035"/>
    <w:rsid w:val="00120D43"/>
    <w:rsid w:val="00124042"/>
    <w:rsid w:val="00130878"/>
    <w:rsid w:val="00140BBE"/>
    <w:rsid w:val="00141790"/>
    <w:rsid w:val="00146E0A"/>
    <w:rsid w:val="00163108"/>
    <w:rsid w:val="00183654"/>
    <w:rsid w:val="0018494F"/>
    <w:rsid w:val="001B4830"/>
    <w:rsid w:val="001B5187"/>
    <w:rsid w:val="001F3280"/>
    <w:rsid w:val="002274F6"/>
    <w:rsid w:val="00235462"/>
    <w:rsid w:val="00245B43"/>
    <w:rsid w:val="00254524"/>
    <w:rsid w:val="00264805"/>
    <w:rsid w:val="002822A0"/>
    <w:rsid w:val="00294CD1"/>
    <w:rsid w:val="002A1C99"/>
    <w:rsid w:val="002A73C1"/>
    <w:rsid w:val="002B7BE3"/>
    <w:rsid w:val="002C1589"/>
    <w:rsid w:val="002F1B43"/>
    <w:rsid w:val="00302676"/>
    <w:rsid w:val="00317DD0"/>
    <w:rsid w:val="00325347"/>
    <w:rsid w:val="00332ACE"/>
    <w:rsid w:val="00341496"/>
    <w:rsid w:val="0035141E"/>
    <w:rsid w:val="0036211E"/>
    <w:rsid w:val="00381178"/>
    <w:rsid w:val="003825FC"/>
    <w:rsid w:val="00382AE1"/>
    <w:rsid w:val="00390663"/>
    <w:rsid w:val="00390CEA"/>
    <w:rsid w:val="003A2928"/>
    <w:rsid w:val="003B3A31"/>
    <w:rsid w:val="003C591A"/>
    <w:rsid w:val="003D1BEF"/>
    <w:rsid w:val="003D6859"/>
    <w:rsid w:val="003D751F"/>
    <w:rsid w:val="003F0E81"/>
    <w:rsid w:val="003F7011"/>
    <w:rsid w:val="004072E6"/>
    <w:rsid w:val="00407A05"/>
    <w:rsid w:val="00411AF7"/>
    <w:rsid w:val="00414A52"/>
    <w:rsid w:val="004215F0"/>
    <w:rsid w:val="00432B56"/>
    <w:rsid w:val="00440DA4"/>
    <w:rsid w:val="00442B19"/>
    <w:rsid w:val="00456455"/>
    <w:rsid w:val="00460968"/>
    <w:rsid w:val="00465B42"/>
    <w:rsid w:val="004769DD"/>
    <w:rsid w:val="00477A31"/>
    <w:rsid w:val="004909F2"/>
    <w:rsid w:val="00491D19"/>
    <w:rsid w:val="00495D60"/>
    <w:rsid w:val="004A1EE4"/>
    <w:rsid w:val="004A2FA1"/>
    <w:rsid w:val="004B218C"/>
    <w:rsid w:val="004D5D7B"/>
    <w:rsid w:val="004D7C58"/>
    <w:rsid w:val="004D7E0D"/>
    <w:rsid w:val="004E72E9"/>
    <w:rsid w:val="004F1A09"/>
    <w:rsid w:val="0050184C"/>
    <w:rsid w:val="0050384D"/>
    <w:rsid w:val="00503D87"/>
    <w:rsid w:val="00504DA0"/>
    <w:rsid w:val="0051784A"/>
    <w:rsid w:val="00525549"/>
    <w:rsid w:val="00532E6E"/>
    <w:rsid w:val="00534613"/>
    <w:rsid w:val="00554F1E"/>
    <w:rsid w:val="00555B91"/>
    <w:rsid w:val="00562A7E"/>
    <w:rsid w:val="005647E3"/>
    <w:rsid w:val="005666BC"/>
    <w:rsid w:val="005714A2"/>
    <w:rsid w:val="00594538"/>
    <w:rsid w:val="005A32D8"/>
    <w:rsid w:val="005A35AF"/>
    <w:rsid w:val="005B416C"/>
    <w:rsid w:val="005C34C5"/>
    <w:rsid w:val="005D29D6"/>
    <w:rsid w:val="005E2EED"/>
    <w:rsid w:val="005F7EA5"/>
    <w:rsid w:val="006016DE"/>
    <w:rsid w:val="006069C3"/>
    <w:rsid w:val="006133CD"/>
    <w:rsid w:val="00614AB7"/>
    <w:rsid w:val="00617184"/>
    <w:rsid w:val="00650146"/>
    <w:rsid w:val="00655817"/>
    <w:rsid w:val="00661407"/>
    <w:rsid w:val="006666C0"/>
    <w:rsid w:val="00667358"/>
    <w:rsid w:val="00671D91"/>
    <w:rsid w:val="006824A8"/>
    <w:rsid w:val="006A14BC"/>
    <w:rsid w:val="006B369B"/>
    <w:rsid w:val="006B5E6B"/>
    <w:rsid w:val="006C0923"/>
    <w:rsid w:val="006D0D3F"/>
    <w:rsid w:val="006D5DFE"/>
    <w:rsid w:val="006D6CBC"/>
    <w:rsid w:val="006E0967"/>
    <w:rsid w:val="006E3D83"/>
    <w:rsid w:val="006E60AC"/>
    <w:rsid w:val="00700D04"/>
    <w:rsid w:val="00703EF1"/>
    <w:rsid w:val="00713E6F"/>
    <w:rsid w:val="00720FFF"/>
    <w:rsid w:val="00726BF8"/>
    <w:rsid w:val="007506A7"/>
    <w:rsid w:val="007511AB"/>
    <w:rsid w:val="00754B56"/>
    <w:rsid w:val="0075594F"/>
    <w:rsid w:val="00756186"/>
    <w:rsid w:val="00771C3A"/>
    <w:rsid w:val="00775939"/>
    <w:rsid w:val="00782C62"/>
    <w:rsid w:val="00783A74"/>
    <w:rsid w:val="00784A15"/>
    <w:rsid w:val="00792292"/>
    <w:rsid w:val="0079452B"/>
    <w:rsid w:val="007B3AAD"/>
    <w:rsid w:val="007B6118"/>
    <w:rsid w:val="007C34AC"/>
    <w:rsid w:val="007C4E4D"/>
    <w:rsid w:val="007D16C8"/>
    <w:rsid w:val="007E116B"/>
    <w:rsid w:val="007E3F2C"/>
    <w:rsid w:val="007E665C"/>
    <w:rsid w:val="007E72BE"/>
    <w:rsid w:val="007F309C"/>
    <w:rsid w:val="007F3466"/>
    <w:rsid w:val="007F587B"/>
    <w:rsid w:val="00803C06"/>
    <w:rsid w:val="00803CE6"/>
    <w:rsid w:val="00806688"/>
    <w:rsid w:val="00813D91"/>
    <w:rsid w:val="0081653D"/>
    <w:rsid w:val="00821A73"/>
    <w:rsid w:val="0082755C"/>
    <w:rsid w:val="00827EEF"/>
    <w:rsid w:val="00831347"/>
    <w:rsid w:val="00831B52"/>
    <w:rsid w:val="00854514"/>
    <w:rsid w:val="00860B6A"/>
    <w:rsid w:val="008615DD"/>
    <w:rsid w:val="00862E32"/>
    <w:rsid w:val="00864694"/>
    <w:rsid w:val="008669A4"/>
    <w:rsid w:val="008715E1"/>
    <w:rsid w:val="00871EFF"/>
    <w:rsid w:val="00887235"/>
    <w:rsid w:val="00892B73"/>
    <w:rsid w:val="008B3776"/>
    <w:rsid w:val="008B52DB"/>
    <w:rsid w:val="008C4EC0"/>
    <w:rsid w:val="008C4F26"/>
    <w:rsid w:val="008D03B8"/>
    <w:rsid w:val="008D121E"/>
    <w:rsid w:val="008D1C55"/>
    <w:rsid w:val="008D3072"/>
    <w:rsid w:val="008D5B15"/>
    <w:rsid w:val="008E067E"/>
    <w:rsid w:val="008F0715"/>
    <w:rsid w:val="0090004A"/>
    <w:rsid w:val="009006AC"/>
    <w:rsid w:val="009049EF"/>
    <w:rsid w:val="009109A4"/>
    <w:rsid w:val="00911713"/>
    <w:rsid w:val="00913DF7"/>
    <w:rsid w:val="009215AB"/>
    <w:rsid w:val="00925F64"/>
    <w:rsid w:val="00931DAF"/>
    <w:rsid w:val="0093571C"/>
    <w:rsid w:val="00943524"/>
    <w:rsid w:val="00946431"/>
    <w:rsid w:val="00952B92"/>
    <w:rsid w:val="009546A1"/>
    <w:rsid w:val="00955CD4"/>
    <w:rsid w:val="00955E4A"/>
    <w:rsid w:val="009561A8"/>
    <w:rsid w:val="00960A2E"/>
    <w:rsid w:val="00962F5F"/>
    <w:rsid w:val="00964CDA"/>
    <w:rsid w:val="00981E81"/>
    <w:rsid w:val="009A4E50"/>
    <w:rsid w:val="009C1D19"/>
    <w:rsid w:val="009C32E8"/>
    <w:rsid w:val="009C3606"/>
    <w:rsid w:val="009C7367"/>
    <w:rsid w:val="009E6AC9"/>
    <w:rsid w:val="009E73EC"/>
    <w:rsid w:val="009F62F0"/>
    <w:rsid w:val="009F6F05"/>
    <w:rsid w:val="00A00550"/>
    <w:rsid w:val="00A00E7E"/>
    <w:rsid w:val="00A012F2"/>
    <w:rsid w:val="00A061B8"/>
    <w:rsid w:val="00A15B7B"/>
    <w:rsid w:val="00A1741E"/>
    <w:rsid w:val="00A2530A"/>
    <w:rsid w:val="00A419D2"/>
    <w:rsid w:val="00A42C41"/>
    <w:rsid w:val="00A434C3"/>
    <w:rsid w:val="00A5185F"/>
    <w:rsid w:val="00A60A24"/>
    <w:rsid w:val="00A700AE"/>
    <w:rsid w:val="00A70486"/>
    <w:rsid w:val="00A72AAE"/>
    <w:rsid w:val="00A81901"/>
    <w:rsid w:val="00A84C01"/>
    <w:rsid w:val="00A90561"/>
    <w:rsid w:val="00A92A0A"/>
    <w:rsid w:val="00AA5811"/>
    <w:rsid w:val="00AA7ABA"/>
    <w:rsid w:val="00AC012F"/>
    <w:rsid w:val="00AC3647"/>
    <w:rsid w:val="00AC3CF5"/>
    <w:rsid w:val="00AD08E2"/>
    <w:rsid w:val="00AD2402"/>
    <w:rsid w:val="00AE10C1"/>
    <w:rsid w:val="00AE525C"/>
    <w:rsid w:val="00AE6E8D"/>
    <w:rsid w:val="00AF067F"/>
    <w:rsid w:val="00AF3C30"/>
    <w:rsid w:val="00AF7346"/>
    <w:rsid w:val="00B04D1F"/>
    <w:rsid w:val="00B141C3"/>
    <w:rsid w:val="00B362B9"/>
    <w:rsid w:val="00B627AB"/>
    <w:rsid w:val="00B66CC9"/>
    <w:rsid w:val="00B75929"/>
    <w:rsid w:val="00B777FF"/>
    <w:rsid w:val="00B870FC"/>
    <w:rsid w:val="00B971C2"/>
    <w:rsid w:val="00BA34D8"/>
    <w:rsid w:val="00BA3F88"/>
    <w:rsid w:val="00BA7299"/>
    <w:rsid w:val="00BB1C2E"/>
    <w:rsid w:val="00BB32A1"/>
    <w:rsid w:val="00BC5D16"/>
    <w:rsid w:val="00BD182F"/>
    <w:rsid w:val="00BD239F"/>
    <w:rsid w:val="00BD57D8"/>
    <w:rsid w:val="00BE0A52"/>
    <w:rsid w:val="00BF4CA0"/>
    <w:rsid w:val="00C034DF"/>
    <w:rsid w:val="00C0495E"/>
    <w:rsid w:val="00C06427"/>
    <w:rsid w:val="00C07B2C"/>
    <w:rsid w:val="00C15627"/>
    <w:rsid w:val="00C17A24"/>
    <w:rsid w:val="00C226AD"/>
    <w:rsid w:val="00C239DA"/>
    <w:rsid w:val="00C3319A"/>
    <w:rsid w:val="00C53DC0"/>
    <w:rsid w:val="00C64328"/>
    <w:rsid w:val="00C6591C"/>
    <w:rsid w:val="00C66E36"/>
    <w:rsid w:val="00C67EC5"/>
    <w:rsid w:val="00C732F8"/>
    <w:rsid w:val="00C81D42"/>
    <w:rsid w:val="00C87B9B"/>
    <w:rsid w:val="00C96259"/>
    <w:rsid w:val="00CA38CF"/>
    <w:rsid w:val="00CA5EAC"/>
    <w:rsid w:val="00CB0031"/>
    <w:rsid w:val="00CB1991"/>
    <w:rsid w:val="00CC6B49"/>
    <w:rsid w:val="00CD1696"/>
    <w:rsid w:val="00CD282C"/>
    <w:rsid w:val="00CE0F2F"/>
    <w:rsid w:val="00CE1812"/>
    <w:rsid w:val="00CE1C4F"/>
    <w:rsid w:val="00CF4C90"/>
    <w:rsid w:val="00D02B2E"/>
    <w:rsid w:val="00D06A0A"/>
    <w:rsid w:val="00D14A26"/>
    <w:rsid w:val="00D14D4D"/>
    <w:rsid w:val="00D23E3C"/>
    <w:rsid w:val="00D27F48"/>
    <w:rsid w:val="00D3085C"/>
    <w:rsid w:val="00D3334A"/>
    <w:rsid w:val="00D416C3"/>
    <w:rsid w:val="00D426A3"/>
    <w:rsid w:val="00D45668"/>
    <w:rsid w:val="00D46337"/>
    <w:rsid w:val="00D50BD1"/>
    <w:rsid w:val="00D5552A"/>
    <w:rsid w:val="00D66D7B"/>
    <w:rsid w:val="00D756FF"/>
    <w:rsid w:val="00D8657C"/>
    <w:rsid w:val="00D86C8E"/>
    <w:rsid w:val="00D929F4"/>
    <w:rsid w:val="00DD31FB"/>
    <w:rsid w:val="00DD40EB"/>
    <w:rsid w:val="00DD716A"/>
    <w:rsid w:val="00DE69C8"/>
    <w:rsid w:val="00DE7125"/>
    <w:rsid w:val="00DF55B5"/>
    <w:rsid w:val="00E161F9"/>
    <w:rsid w:val="00E20D9E"/>
    <w:rsid w:val="00E24045"/>
    <w:rsid w:val="00E26E23"/>
    <w:rsid w:val="00E40611"/>
    <w:rsid w:val="00E4790C"/>
    <w:rsid w:val="00E5393F"/>
    <w:rsid w:val="00E61A64"/>
    <w:rsid w:val="00E621AB"/>
    <w:rsid w:val="00E62456"/>
    <w:rsid w:val="00E64288"/>
    <w:rsid w:val="00E71C05"/>
    <w:rsid w:val="00E92D6F"/>
    <w:rsid w:val="00E95AEA"/>
    <w:rsid w:val="00E965BA"/>
    <w:rsid w:val="00EB7B7A"/>
    <w:rsid w:val="00EC5148"/>
    <w:rsid w:val="00EC607E"/>
    <w:rsid w:val="00EC7198"/>
    <w:rsid w:val="00ED66E6"/>
    <w:rsid w:val="00ED7754"/>
    <w:rsid w:val="00EE0DE4"/>
    <w:rsid w:val="00EE693D"/>
    <w:rsid w:val="00EE75EC"/>
    <w:rsid w:val="00EF0649"/>
    <w:rsid w:val="00EF7833"/>
    <w:rsid w:val="00F07D69"/>
    <w:rsid w:val="00F17E0E"/>
    <w:rsid w:val="00F2041A"/>
    <w:rsid w:val="00F27CCA"/>
    <w:rsid w:val="00F57F09"/>
    <w:rsid w:val="00F60DF1"/>
    <w:rsid w:val="00F70531"/>
    <w:rsid w:val="00F708AC"/>
    <w:rsid w:val="00F70A50"/>
    <w:rsid w:val="00F724F1"/>
    <w:rsid w:val="00FA6F1E"/>
    <w:rsid w:val="00FB1C1E"/>
    <w:rsid w:val="00FB34FC"/>
    <w:rsid w:val="00FC1187"/>
    <w:rsid w:val="00FD29CC"/>
    <w:rsid w:val="00FE492E"/>
    <w:rsid w:val="00FF18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2B7CA181"/>
  <w15:docId w15:val="{EB157AEC-E684-4923-A35B-525D06A86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2B56"/>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ED7754"/>
    <w:pPr>
      <w:ind w:left="720"/>
      <w:contextualSpacing/>
    </w:pPr>
  </w:style>
  <w:style w:type="paragraph" w:customStyle="1" w:styleId="Standard">
    <w:name w:val="Standard"/>
    <w:autoRedefine/>
    <w:rsid w:val="004A1EE4"/>
    <w:pPr>
      <w:widowControl w:val="0"/>
      <w:tabs>
        <w:tab w:val="left" w:pos="565"/>
      </w:tabs>
      <w:suppressAutoHyphens/>
      <w:autoSpaceDN w:val="0"/>
      <w:spacing w:before="57"/>
      <w:jc w:val="both"/>
      <w:textAlignment w:val="center"/>
    </w:pPr>
    <w:rPr>
      <w:rFonts w:ascii="Arial" w:eastAsia="Arial" w:hAnsi="Arial" w:cs="Arial"/>
      <w:color w:val="000000"/>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0739022">
      <w:bodyDiv w:val="1"/>
      <w:marLeft w:val="0"/>
      <w:marRight w:val="0"/>
      <w:marTop w:val="0"/>
      <w:marBottom w:val="0"/>
      <w:divBdr>
        <w:top w:val="none" w:sz="0" w:space="0" w:color="auto"/>
        <w:left w:val="none" w:sz="0" w:space="0" w:color="auto"/>
        <w:bottom w:val="none" w:sz="0" w:space="0" w:color="auto"/>
        <w:right w:val="none" w:sz="0" w:space="0" w:color="auto"/>
      </w:divBdr>
    </w:div>
    <w:div w:id="406540901">
      <w:bodyDiv w:val="1"/>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DC1TYP_F.DOT</Template>
  <TotalTime>1118</TotalTime>
  <Pages>7</Pages>
  <Words>1659</Words>
  <Characters>9126</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Nina Richet</cp:lastModifiedBy>
  <cp:revision>27</cp:revision>
  <cp:lastPrinted>2020-02-25T16:08:00Z</cp:lastPrinted>
  <dcterms:created xsi:type="dcterms:W3CDTF">2019-09-09T11:52:00Z</dcterms:created>
  <dcterms:modified xsi:type="dcterms:W3CDTF">2025-06-05T13:14:00Z</dcterms:modified>
</cp:coreProperties>
</file>